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C2A" w:rsidRDefault="00ED6C2A" w:rsidP="00ED6C2A">
      <w:pPr>
        <w:pStyle w:val="TOCHeading"/>
        <w:spacing w:before="0" w:after="0"/>
        <w:rPr>
          <w:lang w:val="en-GB"/>
        </w:rPr>
      </w:pPr>
      <w:r w:rsidRPr="00ED6C2A">
        <w:rPr>
          <w:lang w:val="en-GB"/>
        </w:rPr>
        <w:t>Questionnaire</w:t>
      </w:r>
      <w:r>
        <w:rPr>
          <w:lang w:val="en-GB"/>
        </w:rPr>
        <w:t xml:space="preserve"> on use of Retroreflective Material for Aids to</w:t>
      </w:r>
      <w:bookmarkStart w:id="0" w:name="_GoBack"/>
      <w:bookmarkEnd w:id="0"/>
      <w:r>
        <w:rPr>
          <w:lang w:val="en-GB"/>
        </w:rPr>
        <w:t xml:space="preserve"> Navigation</w:t>
      </w:r>
    </w:p>
    <w:p w:rsidR="007E04EB" w:rsidRDefault="007E04EB" w:rsidP="007E04EB">
      <w:pPr>
        <w:rPr>
          <w:sz w:val="18"/>
          <w:szCs w:val="18"/>
          <w:lang w:val="en-GB"/>
        </w:rPr>
      </w:pPr>
    </w:p>
    <w:p w:rsidR="00F05C6E" w:rsidRDefault="00C4273D" w:rsidP="007E04EB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The purpose of this Questionnaire is to have an overview of best-practice on use of Retroreflective Material for Aids to Navigation</w:t>
      </w:r>
      <w:r w:rsidR="00F05C6E">
        <w:rPr>
          <w:sz w:val="18"/>
          <w:szCs w:val="18"/>
          <w:lang w:val="en-GB"/>
        </w:rPr>
        <w:t>.</w:t>
      </w:r>
    </w:p>
    <w:p w:rsidR="00C4273D" w:rsidRDefault="00F05C6E" w:rsidP="007E04EB">
      <w:pPr>
        <w:rPr>
          <w:sz w:val="18"/>
          <w:szCs w:val="18"/>
          <w:lang w:val="en-GB"/>
        </w:rPr>
      </w:pPr>
      <w:r w:rsidRPr="00F05C6E">
        <w:rPr>
          <w:sz w:val="18"/>
          <w:szCs w:val="18"/>
          <w:lang w:val="en-GB"/>
        </w:rPr>
        <w:t xml:space="preserve">During the </w:t>
      </w:r>
      <w:r>
        <w:rPr>
          <w:sz w:val="18"/>
          <w:szCs w:val="18"/>
          <w:lang w:val="en-GB"/>
        </w:rPr>
        <w:t xml:space="preserve">work </w:t>
      </w:r>
      <w:r w:rsidRPr="00F05C6E">
        <w:rPr>
          <w:sz w:val="18"/>
          <w:szCs w:val="18"/>
          <w:lang w:val="en-GB"/>
        </w:rPr>
        <w:t>o</w:t>
      </w:r>
      <w:r>
        <w:rPr>
          <w:sz w:val="18"/>
          <w:szCs w:val="18"/>
          <w:lang w:val="en-GB"/>
        </w:rPr>
        <w:t>n</w:t>
      </w:r>
      <w:r w:rsidRPr="00F05C6E">
        <w:rPr>
          <w:sz w:val="18"/>
          <w:szCs w:val="18"/>
          <w:lang w:val="en-GB"/>
        </w:rPr>
        <w:t xml:space="preserve"> revision of Recommendation E-106 and developing a new guideline on Retroreflective Material</w:t>
      </w:r>
      <w:r>
        <w:rPr>
          <w:sz w:val="18"/>
          <w:szCs w:val="18"/>
          <w:lang w:val="en-GB"/>
        </w:rPr>
        <w:t xml:space="preserve"> it is </w:t>
      </w:r>
      <w:r w:rsidR="00DF096F">
        <w:rPr>
          <w:sz w:val="18"/>
          <w:szCs w:val="18"/>
          <w:lang w:val="en-GB"/>
        </w:rPr>
        <w:t xml:space="preserve">found essential </w:t>
      </w:r>
      <w:r>
        <w:rPr>
          <w:sz w:val="18"/>
          <w:szCs w:val="18"/>
          <w:lang w:val="en-GB"/>
        </w:rPr>
        <w:t>to include best-practice</w:t>
      </w:r>
      <w:r w:rsidR="00B256CC">
        <w:rPr>
          <w:sz w:val="18"/>
          <w:szCs w:val="18"/>
          <w:lang w:val="en-GB"/>
        </w:rPr>
        <w:t xml:space="preserve"> from AtoN authorities/administrations/suppliers etc.</w:t>
      </w:r>
      <w:r>
        <w:rPr>
          <w:sz w:val="18"/>
          <w:szCs w:val="18"/>
          <w:lang w:val="en-GB"/>
        </w:rPr>
        <w:t xml:space="preserve"> </w:t>
      </w:r>
      <w:r w:rsidR="00C4273D">
        <w:rPr>
          <w:sz w:val="18"/>
          <w:szCs w:val="18"/>
          <w:lang w:val="en-GB"/>
        </w:rPr>
        <w:t xml:space="preserve"> </w:t>
      </w:r>
    </w:p>
    <w:p w:rsidR="00C4273D" w:rsidRDefault="00C4273D" w:rsidP="007E04EB">
      <w:pPr>
        <w:rPr>
          <w:sz w:val="18"/>
          <w:szCs w:val="18"/>
          <w:lang w:val="en-GB"/>
        </w:rPr>
      </w:pPr>
    </w:p>
    <w:p w:rsidR="00ED6C2A" w:rsidRPr="007E04EB" w:rsidRDefault="00C4273D" w:rsidP="007E04EB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Please </w:t>
      </w:r>
      <w:r w:rsidR="00F05C6E">
        <w:rPr>
          <w:sz w:val="18"/>
          <w:szCs w:val="18"/>
          <w:lang w:val="en-GB"/>
        </w:rPr>
        <w:t>complete this form.</w:t>
      </w:r>
      <w:r w:rsidR="00463BA8">
        <w:rPr>
          <w:sz w:val="18"/>
          <w:szCs w:val="18"/>
          <w:lang w:val="en-GB"/>
        </w:rPr>
        <w:t xml:space="preserve"> </w:t>
      </w:r>
      <w:r w:rsidR="007E04EB">
        <w:rPr>
          <w:sz w:val="18"/>
          <w:szCs w:val="18"/>
          <w:lang w:val="en-GB"/>
        </w:rPr>
        <w:t xml:space="preserve"> </w:t>
      </w:r>
    </w:p>
    <w:p w:rsidR="007E04EB" w:rsidRDefault="007E04EB" w:rsidP="002F22DE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4"/>
        <w:gridCol w:w="6240"/>
      </w:tblGrid>
      <w:tr w:rsidR="00B256CC" w:rsidTr="00B256CC">
        <w:tc>
          <w:tcPr>
            <w:tcW w:w="3510" w:type="dxa"/>
          </w:tcPr>
          <w:p w:rsidR="00B256CC" w:rsidRPr="00B256CC" w:rsidRDefault="00B256CC" w:rsidP="00B256CC">
            <w:pPr>
              <w:rPr>
                <w:b/>
                <w:sz w:val="18"/>
                <w:szCs w:val="18"/>
                <w:lang w:val="en-GB"/>
              </w:rPr>
            </w:pPr>
            <w:r w:rsidRPr="00B256CC">
              <w:rPr>
                <w:b/>
                <w:sz w:val="18"/>
                <w:szCs w:val="18"/>
                <w:lang w:val="en-GB"/>
              </w:rPr>
              <w:t>Authority/</w:t>
            </w:r>
            <w:r>
              <w:rPr>
                <w:b/>
                <w:sz w:val="18"/>
                <w:szCs w:val="18"/>
                <w:lang w:val="en-GB"/>
              </w:rPr>
              <w:t>A</w:t>
            </w:r>
            <w:r w:rsidRPr="00B256CC">
              <w:rPr>
                <w:b/>
                <w:sz w:val="18"/>
                <w:szCs w:val="18"/>
                <w:lang w:val="en-GB"/>
              </w:rPr>
              <w:t>dministration/Company/Supplier</w:t>
            </w:r>
          </w:p>
        </w:tc>
        <w:tc>
          <w:tcPr>
            <w:tcW w:w="6344" w:type="dxa"/>
          </w:tcPr>
          <w:p w:rsidR="00B256CC" w:rsidRDefault="00B256CC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B256CC" w:rsidTr="00B256CC">
        <w:tc>
          <w:tcPr>
            <w:tcW w:w="3510" w:type="dxa"/>
          </w:tcPr>
          <w:p w:rsidR="00B256CC" w:rsidRPr="00B256CC" w:rsidRDefault="00B256CC" w:rsidP="002F22DE">
            <w:pPr>
              <w:rPr>
                <w:b/>
                <w:sz w:val="18"/>
                <w:szCs w:val="18"/>
                <w:lang w:val="en-GB"/>
              </w:rPr>
            </w:pPr>
            <w:r w:rsidRPr="00B256CC">
              <w:rPr>
                <w:b/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6344" w:type="dxa"/>
          </w:tcPr>
          <w:p w:rsidR="00B256CC" w:rsidRDefault="00B256CC" w:rsidP="002F22DE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B256CC" w:rsidRPr="00B256CC" w:rsidRDefault="00B256CC" w:rsidP="002F22DE">
      <w:pPr>
        <w:rPr>
          <w:sz w:val="18"/>
          <w:szCs w:val="18"/>
          <w:lang w:val="en-GB"/>
        </w:rPr>
      </w:pPr>
    </w:p>
    <w:p w:rsidR="00B256CC" w:rsidRPr="002F22DE" w:rsidRDefault="00B256CC" w:rsidP="002F22DE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2F22DE" w:rsidRPr="00F24233" w:rsidTr="00F60EE7">
        <w:tc>
          <w:tcPr>
            <w:tcW w:w="9854" w:type="dxa"/>
            <w:gridSpan w:val="2"/>
          </w:tcPr>
          <w:p w:rsidR="002F22DE" w:rsidRPr="005E02DD" w:rsidRDefault="002F22DE" w:rsidP="00B256CC">
            <w:pPr>
              <w:rPr>
                <w:b/>
                <w:sz w:val="18"/>
                <w:szCs w:val="18"/>
                <w:lang w:val="en-GB"/>
              </w:rPr>
            </w:pPr>
            <w:r w:rsidRPr="005E02DD">
              <w:rPr>
                <w:b/>
                <w:sz w:val="18"/>
                <w:szCs w:val="18"/>
                <w:lang w:val="en-GB"/>
              </w:rPr>
              <w:t xml:space="preserve">1. Do you </w:t>
            </w:r>
            <w:r w:rsidR="00B256CC">
              <w:rPr>
                <w:b/>
                <w:sz w:val="18"/>
                <w:szCs w:val="18"/>
                <w:lang w:val="en-GB"/>
              </w:rPr>
              <w:t>include</w:t>
            </w:r>
            <w:r w:rsidR="00FD18AE" w:rsidRPr="005E02DD">
              <w:rPr>
                <w:b/>
                <w:sz w:val="18"/>
                <w:szCs w:val="18"/>
                <w:lang w:val="en-GB"/>
              </w:rPr>
              <w:t xml:space="preserve"> 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>r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etroreflective 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>m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aterial </w:t>
            </w:r>
            <w:r w:rsidR="00FD18AE" w:rsidRPr="005E02DD">
              <w:rPr>
                <w:b/>
                <w:sz w:val="18"/>
                <w:szCs w:val="18"/>
                <w:lang w:val="en-GB"/>
              </w:rPr>
              <w:t>on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 Aids to N</w:t>
            </w:r>
            <w:r w:rsidR="00C45E6B" w:rsidRPr="005E02DD">
              <w:rPr>
                <w:b/>
                <w:sz w:val="18"/>
                <w:szCs w:val="18"/>
                <w:lang w:val="en-GB"/>
              </w:rPr>
              <w:t>avigation</w:t>
            </w:r>
            <w:r w:rsidR="00FD18AE" w:rsidRPr="005E02DD">
              <w:rPr>
                <w:b/>
                <w:sz w:val="18"/>
                <w:szCs w:val="18"/>
                <w:lang w:val="en-GB"/>
              </w:rPr>
              <w:t xml:space="preserve"> (AtoN)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 xml:space="preserve"> in your organisation/company</w:t>
            </w:r>
            <w:r w:rsidR="00E03783">
              <w:rPr>
                <w:b/>
                <w:sz w:val="18"/>
                <w:szCs w:val="18"/>
                <w:lang w:val="en-GB"/>
              </w:rPr>
              <w:t>/products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>?</w:t>
            </w:r>
          </w:p>
        </w:tc>
      </w:tr>
      <w:tr w:rsidR="002F22DE" w:rsidTr="00F05C6E">
        <w:sdt>
          <w:sdtPr>
            <w:rPr>
              <w:sz w:val="18"/>
              <w:szCs w:val="18"/>
              <w:lang w:val="en-GB"/>
            </w:rPr>
            <w:id w:val="158264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2F22DE" w:rsidRDefault="00135E7E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2F22DE" w:rsidRPr="00DF096F" w:rsidRDefault="00354566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No</w:t>
            </w:r>
          </w:p>
        </w:tc>
      </w:tr>
      <w:tr w:rsidR="002F22DE" w:rsidTr="00F05C6E">
        <w:sdt>
          <w:sdtPr>
            <w:rPr>
              <w:sz w:val="18"/>
              <w:szCs w:val="18"/>
              <w:lang w:val="en-GB"/>
            </w:rPr>
            <w:id w:val="2121331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2F22DE" w:rsidRDefault="003466BA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2F22DE" w:rsidRPr="00DF096F" w:rsidRDefault="00354566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Yes</w:t>
            </w:r>
          </w:p>
        </w:tc>
      </w:tr>
      <w:tr w:rsidR="00354566" w:rsidTr="00F05C6E">
        <w:tc>
          <w:tcPr>
            <w:tcW w:w="1101" w:type="dxa"/>
          </w:tcPr>
          <w:p w:rsidR="00354566" w:rsidRPr="00DF096F" w:rsidRDefault="00354566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Remarks</w:t>
            </w:r>
            <w:r w:rsidR="005546DE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753" w:type="dxa"/>
          </w:tcPr>
          <w:p w:rsidR="00354566" w:rsidRDefault="00354566" w:rsidP="00F60EE7">
            <w:pPr>
              <w:rPr>
                <w:sz w:val="18"/>
                <w:szCs w:val="18"/>
                <w:lang w:val="en-GB"/>
              </w:rPr>
            </w:pPr>
          </w:p>
          <w:p w:rsidR="003466BA" w:rsidRDefault="003466BA" w:rsidP="00F60EE7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2F22DE" w:rsidRDefault="002F22DE" w:rsidP="002F22DE">
      <w:pPr>
        <w:rPr>
          <w:sz w:val="18"/>
          <w:szCs w:val="18"/>
          <w:lang w:val="en-GB"/>
        </w:rPr>
      </w:pPr>
    </w:p>
    <w:p w:rsidR="00ED6C2A" w:rsidRDefault="00ED6C2A" w:rsidP="00ED6C2A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C45E6B" w:rsidRPr="00F24233" w:rsidTr="00F60EE7">
        <w:tc>
          <w:tcPr>
            <w:tcW w:w="9854" w:type="dxa"/>
            <w:gridSpan w:val="2"/>
          </w:tcPr>
          <w:p w:rsidR="00C45E6B" w:rsidRPr="005E02DD" w:rsidRDefault="00C45E6B" w:rsidP="00F05C6E">
            <w:pPr>
              <w:rPr>
                <w:b/>
                <w:sz w:val="18"/>
                <w:szCs w:val="18"/>
                <w:lang w:val="en-GB"/>
              </w:rPr>
            </w:pPr>
            <w:r w:rsidRPr="005E02DD">
              <w:rPr>
                <w:b/>
                <w:sz w:val="18"/>
                <w:szCs w:val="18"/>
                <w:lang w:val="en-GB"/>
              </w:rPr>
              <w:t xml:space="preserve">2. </w:t>
            </w:r>
            <w:r w:rsidR="00F05C6E">
              <w:rPr>
                <w:b/>
                <w:sz w:val="18"/>
                <w:szCs w:val="18"/>
                <w:lang w:val="en-GB"/>
              </w:rPr>
              <w:t xml:space="preserve">At which kind of AtoN do you use 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>retroreflective material?</w:t>
            </w:r>
          </w:p>
        </w:tc>
      </w:tr>
      <w:tr w:rsidR="00C45E6B" w:rsidRPr="00F24233" w:rsidTr="00F05C6E">
        <w:sdt>
          <w:sdtPr>
            <w:rPr>
              <w:sz w:val="18"/>
              <w:szCs w:val="18"/>
              <w:lang w:val="en-GB"/>
            </w:rPr>
            <w:id w:val="-155214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45E6B" w:rsidRDefault="00CA4051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45E6B" w:rsidRPr="00DF096F" w:rsidRDefault="00C45E6B" w:rsidP="00DF096F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Floating aids with reference to MBS</w:t>
            </w:r>
            <w:r w:rsidR="00CA4051">
              <w:rPr>
                <w:b/>
                <w:sz w:val="18"/>
                <w:szCs w:val="18"/>
                <w:lang w:val="en-GB"/>
              </w:rPr>
              <w:t xml:space="preserve"> (Maritime Buoyage System)</w:t>
            </w:r>
            <w:r w:rsidRPr="00DF096F">
              <w:rPr>
                <w:b/>
                <w:sz w:val="18"/>
                <w:szCs w:val="18"/>
                <w:lang w:val="en-GB"/>
              </w:rPr>
              <w:tab/>
              <w:t xml:space="preserve"> </w:t>
            </w:r>
          </w:p>
        </w:tc>
      </w:tr>
      <w:tr w:rsidR="00C45E6B" w:rsidRPr="00CA4051" w:rsidTr="00F05C6E">
        <w:sdt>
          <w:sdtPr>
            <w:rPr>
              <w:sz w:val="18"/>
              <w:szCs w:val="18"/>
              <w:lang w:val="en-GB"/>
            </w:rPr>
            <w:id w:val="-1614046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45E6B" w:rsidRDefault="00CA4051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45E6B" w:rsidRPr="00DF096F" w:rsidRDefault="00CA4051" w:rsidP="00CA4051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Lighthouses/ Beacon</w:t>
            </w:r>
          </w:p>
        </w:tc>
      </w:tr>
      <w:tr w:rsidR="00CA4051" w:rsidRPr="00CA4051" w:rsidTr="00F05C6E">
        <w:sdt>
          <w:sdtPr>
            <w:rPr>
              <w:sz w:val="18"/>
              <w:szCs w:val="18"/>
              <w:lang w:val="en-GB"/>
            </w:rPr>
            <w:id w:val="709532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A4051" w:rsidRDefault="00CA4051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A4051" w:rsidRPr="00DF096F" w:rsidRDefault="00CA4051" w:rsidP="00F60EE7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Leading Lines</w:t>
            </w:r>
          </w:p>
        </w:tc>
      </w:tr>
      <w:tr w:rsidR="00CA4051" w:rsidRPr="00CA4051" w:rsidTr="00F05C6E">
        <w:sdt>
          <w:sdtPr>
            <w:rPr>
              <w:sz w:val="18"/>
              <w:szCs w:val="18"/>
              <w:lang w:val="en-GB"/>
            </w:rPr>
            <w:id w:val="-1009906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A4051" w:rsidRDefault="00CA4051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A4051" w:rsidRDefault="00CA4051" w:rsidP="00F60EE7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Other fixed AtoN</w:t>
            </w:r>
          </w:p>
        </w:tc>
      </w:tr>
      <w:tr w:rsidR="00CA4051" w:rsidRPr="00CA4051" w:rsidTr="00F05C6E">
        <w:sdt>
          <w:sdtPr>
            <w:rPr>
              <w:sz w:val="18"/>
              <w:szCs w:val="18"/>
              <w:lang w:val="en-GB"/>
            </w:rPr>
            <w:id w:val="954223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A4051" w:rsidRDefault="00CA4051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A4051" w:rsidRDefault="00CA4051" w:rsidP="00F60EE7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Pier/Jetties</w:t>
            </w:r>
          </w:p>
        </w:tc>
      </w:tr>
      <w:tr w:rsidR="005E02DD" w:rsidRPr="00B256CC" w:rsidTr="00F05C6E">
        <w:tc>
          <w:tcPr>
            <w:tcW w:w="1101" w:type="dxa"/>
          </w:tcPr>
          <w:p w:rsidR="005E02DD" w:rsidRPr="00DF096F" w:rsidRDefault="005E02DD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Remarks</w:t>
            </w:r>
            <w:r w:rsidR="005546DE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753" w:type="dxa"/>
          </w:tcPr>
          <w:p w:rsidR="005E02DD" w:rsidRDefault="005E02DD" w:rsidP="00F60EE7">
            <w:pPr>
              <w:rPr>
                <w:sz w:val="18"/>
                <w:szCs w:val="18"/>
                <w:lang w:val="en-GB"/>
              </w:rPr>
            </w:pPr>
          </w:p>
          <w:p w:rsidR="003466BA" w:rsidRDefault="003466BA" w:rsidP="00F60EE7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C45E6B" w:rsidRDefault="00C45E6B" w:rsidP="00ED6C2A">
      <w:pPr>
        <w:rPr>
          <w:sz w:val="18"/>
          <w:szCs w:val="18"/>
          <w:lang w:val="en-GB"/>
        </w:rPr>
      </w:pPr>
    </w:p>
    <w:p w:rsidR="007E04EB" w:rsidRDefault="007E04EB" w:rsidP="00C45E6B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C45E6B" w:rsidRPr="00F24233" w:rsidTr="00F60EE7">
        <w:tc>
          <w:tcPr>
            <w:tcW w:w="9854" w:type="dxa"/>
            <w:gridSpan w:val="2"/>
          </w:tcPr>
          <w:p w:rsidR="00C45E6B" w:rsidRPr="005E02DD" w:rsidRDefault="00C45E6B" w:rsidP="00B256CC">
            <w:pPr>
              <w:rPr>
                <w:b/>
                <w:sz w:val="18"/>
                <w:szCs w:val="18"/>
                <w:lang w:val="en-GB"/>
              </w:rPr>
            </w:pPr>
            <w:r w:rsidRPr="005E02DD">
              <w:rPr>
                <w:b/>
                <w:sz w:val="18"/>
                <w:szCs w:val="18"/>
                <w:lang w:val="en-GB"/>
              </w:rPr>
              <w:t xml:space="preserve">3. IALA </w:t>
            </w:r>
            <w:r w:rsidR="00722D17" w:rsidRPr="005E02DD">
              <w:rPr>
                <w:b/>
                <w:sz w:val="18"/>
                <w:szCs w:val="18"/>
                <w:lang w:val="en-GB"/>
              </w:rPr>
              <w:t xml:space="preserve">Recommendation E-106 </w:t>
            </w:r>
            <w:r w:rsidR="005E02DD" w:rsidRPr="005E02DD">
              <w:rPr>
                <w:b/>
                <w:sz w:val="18"/>
                <w:szCs w:val="18"/>
                <w:lang w:val="en-GB"/>
              </w:rPr>
              <w:t xml:space="preserve">recommend two </w:t>
            </w:r>
            <w:r w:rsidR="007E04EB">
              <w:rPr>
                <w:b/>
                <w:sz w:val="18"/>
                <w:szCs w:val="18"/>
                <w:lang w:val="en-GB"/>
              </w:rPr>
              <w:t xml:space="preserve">different </w:t>
            </w:r>
            <w:r w:rsidR="005E02DD" w:rsidRPr="005E02DD">
              <w:rPr>
                <w:b/>
                <w:sz w:val="18"/>
                <w:szCs w:val="18"/>
                <w:lang w:val="en-GB"/>
              </w:rPr>
              <w:t>codes</w:t>
            </w:r>
            <w:r w:rsidR="003466BA">
              <w:rPr>
                <w:b/>
                <w:sz w:val="18"/>
                <w:szCs w:val="18"/>
                <w:lang w:val="en-GB"/>
              </w:rPr>
              <w:t xml:space="preserve"> for use of retroreflective material</w:t>
            </w:r>
            <w:r w:rsidR="006F7D6C">
              <w:rPr>
                <w:b/>
                <w:sz w:val="18"/>
                <w:szCs w:val="18"/>
                <w:lang w:val="en-GB"/>
              </w:rPr>
              <w:t xml:space="preserve"> in accordance with MBS</w:t>
            </w:r>
            <w:r w:rsidR="005E02DD" w:rsidRPr="005E02DD">
              <w:rPr>
                <w:b/>
                <w:sz w:val="18"/>
                <w:szCs w:val="18"/>
                <w:lang w:val="en-GB"/>
              </w:rPr>
              <w:t xml:space="preserve"> – which </w:t>
            </w:r>
            <w:r w:rsidR="007E04EB">
              <w:rPr>
                <w:b/>
                <w:sz w:val="18"/>
                <w:szCs w:val="18"/>
                <w:lang w:val="en-GB"/>
              </w:rPr>
              <w:t>code</w:t>
            </w:r>
            <w:r w:rsidR="005E02DD" w:rsidRPr="005E02DD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do you use in your </w:t>
            </w:r>
            <w:r w:rsidR="0072134A">
              <w:rPr>
                <w:b/>
                <w:sz w:val="18"/>
                <w:szCs w:val="18"/>
                <w:lang w:val="en-GB"/>
              </w:rPr>
              <w:t>area/</w:t>
            </w:r>
            <w:r w:rsidR="005E02DD" w:rsidRPr="005E02DD">
              <w:rPr>
                <w:b/>
                <w:sz w:val="18"/>
                <w:szCs w:val="18"/>
                <w:lang w:val="en-GB"/>
              </w:rPr>
              <w:t>organisation</w:t>
            </w:r>
            <w:r w:rsidRPr="005E02DD">
              <w:rPr>
                <w:b/>
                <w:sz w:val="18"/>
                <w:szCs w:val="18"/>
                <w:lang w:val="en-GB"/>
              </w:rPr>
              <w:t>/company</w:t>
            </w:r>
            <w:r w:rsidR="00E03783">
              <w:rPr>
                <w:b/>
                <w:sz w:val="18"/>
                <w:szCs w:val="18"/>
                <w:lang w:val="en-GB"/>
              </w:rPr>
              <w:t>/products</w:t>
            </w:r>
            <w:r w:rsidRPr="005E02DD">
              <w:rPr>
                <w:b/>
                <w:sz w:val="18"/>
                <w:szCs w:val="18"/>
                <w:lang w:val="en-GB"/>
              </w:rPr>
              <w:t>?</w:t>
            </w:r>
          </w:p>
        </w:tc>
      </w:tr>
      <w:tr w:rsidR="00C45E6B" w:rsidTr="00F05C6E">
        <w:sdt>
          <w:sdtPr>
            <w:rPr>
              <w:sz w:val="18"/>
              <w:szCs w:val="18"/>
              <w:lang w:val="en-GB"/>
            </w:rPr>
            <w:id w:val="-1803139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45E6B" w:rsidRDefault="00E03783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45E6B" w:rsidRPr="00DF096F" w:rsidRDefault="00C45E6B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IALA Standard Code</w:t>
            </w:r>
          </w:p>
        </w:tc>
      </w:tr>
      <w:tr w:rsidR="00C45E6B" w:rsidTr="00F05C6E">
        <w:sdt>
          <w:sdtPr>
            <w:rPr>
              <w:sz w:val="18"/>
              <w:szCs w:val="18"/>
              <w:lang w:val="en-GB"/>
            </w:rPr>
            <w:id w:val="-12585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:rsidR="00C45E6B" w:rsidRDefault="00C45E6B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753" w:type="dxa"/>
          </w:tcPr>
          <w:p w:rsidR="00C45E6B" w:rsidRPr="00DF096F" w:rsidRDefault="00C45E6B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IALA Comprehensive Code</w:t>
            </w:r>
          </w:p>
        </w:tc>
      </w:tr>
      <w:tr w:rsidR="005E02DD" w:rsidTr="00F05C6E">
        <w:tc>
          <w:tcPr>
            <w:tcW w:w="1101" w:type="dxa"/>
          </w:tcPr>
          <w:p w:rsidR="005E02DD" w:rsidRPr="00DF096F" w:rsidRDefault="005E02DD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Remarks</w:t>
            </w:r>
            <w:r w:rsidR="005546DE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753" w:type="dxa"/>
          </w:tcPr>
          <w:p w:rsidR="005E02DD" w:rsidRDefault="005E02DD" w:rsidP="00F60EE7">
            <w:pPr>
              <w:rPr>
                <w:sz w:val="18"/>
                <w:szCs w:val="18"/>
                <w:lang w:val="en-GB"/>
              </w:rPr>
            </w:pPr>
          </w:p>
          <w:p w:rsidR="003466BA" w:rsidRDefault="003466BA" w:rsidP="00F60EE7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7E04EB" w:rsidRDefault="007E04EB" w:rsidP="00ED6C2A">
      <w:pPr>
        <w:rPr>
          <w:sz w:val="18"/>
          <w:szCs w:val="18"/>
          <w:lang w:val="en-GB"/>
        </w:rPr>
      </w:pPr>
    </w:p>
    <w:p w:rsidR="007E04EB" w:rsidRDefault="007E04EB" w:rsidP="00ED6C2A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336"/>
      </w:tblGrid>
      <w:tr w:rsidR="00354566" w:rsidRPr="00F24233" w:rsidTr="00F60EE7">
        <w:tc>
          <w:tcPr>
            <w:tcW w:w="9854" w:type="dxa"/>
            <w:gridSpan w:val="2"/>
          </w:tcPr>
          <w:p w:rsidR="00354566" w:rsidRPr="005E02DD" w:rsidRDefault="00354566" w:rsidP="00302C42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lastRenderedPageBreak/>
              <w:t>4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. </w:t>
            </w:r>
            <w:r w:rsidR="00B256CC">
              <w:rPr>
                <w:b/>
                <w:sz w:val="18"/>
                <w:szCs w:val="18"/>
                <w:lang w:val="en-GB"/>
              </w:rPr>
              <w:t xml:space="preserve">Do you use </w:t>
            </w:r>
            <w:r w:rsidR="00302C42">
              <w:rPr>
                <w:b/>
                <w:sz w:val="18"/>
                <w:szCs w:val="18"/>
                <w:lang w:val="en-GB"/>
              </w:rPr>
              <w:t xml:space="preserve">In-house/National </w:t>
            </w:r>
            <w:r w:rsidR="00CA4051">
              <w:rPr>
                <w:b/>
                <w:sz w:val="18"/>
                <w:szCs w:val="18"/>
                <w:lang w:val="en-GB"/>
              </w:rPr>
              <w:t>S</w:t>
            </w:r>
            <w:r>
              <w:rPr>
                <w:b/>
                <w:sz w:val="18"/>
                <w:szCs w:val="18"/>
                <w:lang w:val="en-GB"/>
              </w:rPr>
              <w:t>tandards/</w:t>
            </w:r>
            <w:r w:rsidR="00302C42">
              <w:rPr>
                <w:b/>
                <w:sz w:val="18"/>
                <w:szCs w:val="18"/>
                <w:lang w:val="en-GB"/>
              </w:rPr>
              <w:t>Guides</w:t>
            </w:r>
            <w:r w:rsidR="003466BA">
              <w:rPr>
                <w:b/>
                <w:sz w:val="18"/>
                <w:szCs w:val="18"/>
                <w:lang w:val="en-GB"/>
              </w:rPr>
              <w:t xml:space="preserve"> for retroreflective materials</w:t>
            </w:r>
            <w:r>
              <w:rPr>
                <w:b/>
                <w:sz w:val="18"/>
                <w:szCs w:val="18"/>
                <w:lang w:val="en-GB"/>
              </w:rPr>
              <w:t xml:space="preserve">? </w:t>
            </w:r>
          </w:p>
        </w:tc>
      </w:tr>
      <w:tr w:rsidR="00354566" w:rsidTr="00302C42">
        <w:sdt>
          <w:sdtPr>
            <w:rPr>
              <w:sz w:val="18"/>
              <w:szCs w:val="18"/>
              <w:lang w:val="en-GB"/>
            </w:rPr>
            <w:id w:val="-1070187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18" w:type="dxa"/>
              </w:tcPr>
              <w:p w:rsidR="00354566" w:rsidRDefault="00B256CC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7336" w:type="dxa"/>
          </w:tcPr>
          <w:p w:rsidR="00354566" w:rsidRPr="00DF096F" w:rsidRDefault="00354566" w:rsidP="00F60EE7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No</w:t>
            </w:r>
          </w:p>
        </w:tc>
      </w:tr>
      <w:tr w:rsidR="00354566" w:rsidRPr="00F24233" w:rsidTr="00302C42">
        <w:sdt>
          <w:sdtPr>
            <w:rPr>
              <w:sz w:val="18"/>
              <w:szCs w:val="18"/>
              <w:lang w:val="en-GB"/>
            </w:rPr>
            <w:id w:val="-110881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18" w:type="dxa"/>
              </w:tcPr>
              <w:p w:rsidR="00354566" w:rsidRDefault="00354566" w:rsidP="00F60EE7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7336" w:type="dxa"/>
          </w:tcPr>
          <w:p w:rsidR="00354566" w:rsidRPr="00DF096F" w:rsidRDefault="00354566" w:rsidP="00302C42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Yes (</w:t>
            </w:r>
            <w:r w:rsidR="00B256CC" w:rsidRPr="00DF096F">
              <w:rPr>
                <w:b/>
                <w:sz w:val="18"/>
                <w:szCs w:val="18"/>
                <w:lang w:val="en-GB"/>
              </w:rPr>
              <w:t xml:space="preserve">below, </w:t>
            </w:r>
            <w:r w:rsidRPr="00DF096F">
              <w:rPr>
                <w:b/>
                <w:sz w:val="18"/>
                <w:szCs w:val="18"/>
                <w:lang w:val="en-GB"/>
              </w:rPr>
              <w:t xml:space="preserve">please indicate which </w:t>
            </w:r>
            <w:r w:rsidR="00CA4051">
              <w:rPr>
                <w:b/>
                <w:sz w:val="18"/>
                <w:szCs w:val="18"/>
                <w:lang w:val="en-GB"/>
              </w:rPr>
              <w:t>S</w:t>
            </w:r>
            <w:r w:rsidRPr="00DF096F">
              <w:rPr>
                <w:b/>
                <w:sz w:val="18"/>
                <w:szCs w:val="18"/>
                <w:lang w:val="en-GB"/>
              </w:rPr>
              <w:t>tandards/</w:t>
            </w:r>
            <w:r w:rsidR="00302C42">
              <w:rPr>
                <w:b/>
                <w:sz w:val="18"/>
                <w:szCs w:val="18"/>
                <w:lang w:val="en-GB"/>
              </w:rPr>
              <w:t>Guides</w:t>
            </w:r>
            <w:r w:rsidRPr="00DF096F">
              <w:rPr>
                <w:b/>
                <w:sz w:val="18"/>
                <w:szCs w:val="18"/>
                <w:lang w:val="en-GB"/>
              </w:rPr>
              <w:t xml:space="preserve">) </w:t>
            </w:r>
          </w:p>
        </w:tc>
      </w:tr>
      <w:tr w:rsidR="00354566" w:rsidTr="00302C42">
        <w:tc>
          <w:tcPr>
            <w:tcW w:w="2518" w:type="dxa"/>
          </w:tcPr>
          <w:p w:rsidR="00354566" w:rsidRPr="00DF096F" w:rsidRDefault="00354566" w:rsidP="007E04EB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Standards/</w:t>
            </w:r>
            <w:r w:rsidR="00302C42">
              <w:rPr>
                <w:b/>
                <w:sz w:val="18"/>
                <w:szCs w:val="18"/>
                <w:lang w:val="en-GB"/>
              </w:rPr>
              <w:t>Guides</w:t>
            </w:r>
            <w:r w:rsidRPr="00DF096F">
              <w:rPr>
                <w:b/>
                <w:sz w:val="18"/>
                <w:szCs w:val="18"/>
                <w:lang w:val="en-GB"/>
              </w:rPr>
              <w:t>:</w:t>
            </w:r>
            <w:r w:rsidR="00302C42">
              <w:rPr>
                <w:b/>
                <w:sz w:val="18"/>
                <w:szCs w:val="18"/>
                <w:lang w:val="en-GB"/>
              </w:rPr>
              <w:t xml:space="preserve">       </w:t>
            </w:r>
          </w:p>
        </w:tc>
        <w:tc>
          <w:tcPr>
            <w:tcW w:w="7336" w:type="dxa"/>
          </w:tcPr>
          <w:p w:rsidR="00354566" w:rsidRPr="00B256CC" w:rsidRDefault="00354566" w:rsidP="00B256CC">
            <w:pPr>
              <w:pStyle w:val="ListParagraph"/>
              <w:numPr>
                <w:ilvl w:val="0"/>
                <w:numId w:val="33"/>
              </w:numPr>
              <w:rPr>
                <w:sz w:val="18"/>
                <w:szCs w:val="18"/>
                <w:lang w:val="en-GB"/>
              </w:rPr>
            </w:pPr>
          </w:p>
          <w:p w:rsidR="00B256CC" w:rsidRPr="00B256CC" w:rsidRDefault="00B256CC" w:rsidP="00B256CC">
            <w:pPr>
              <w:pStyle w:val="ListParagraph"/>
              <w:numPr>
                <w:ilvl w:val="0"/>
                <w:numId w:val="33"/>
              </w:numPr>
              <w:rPr>
                <w:sz w:val="18"/>
                <w:szCs w:val="18"/>
                <w:lang w:val="en-GB"/>
              </w:rPr>
            </w:pPr>
          </w:p>
        </w:tc>
      </w:tr>
    </w:tbl>
    <w:p w:rsidR="00E03783" w:rsidRDefault="00E03783" w:rsidP="00ED6C2A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7358"/>
      </w:tblGrid>
      <w:tr w:rsidR="00302C42" w:rsidRPr="00F24233" w:rsidTr="009D6C84">
        <w:tc>
          <w:tcPr>
            <w:tcW w:w="9854" w:type="dxa"/>
            <w:gridSpan w:val="2"/>
          </w:tcPr>
          <w:p w:rsidR="00302C42" w:rsidRPr="005E02DD" w:rsidRDefault="00302C42" w:rsidP="00302C42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5</w:t>
            </w:r>
            <w:r w:rsidRPr="005E02DD">
              <w:rPr>
                <w:b/>
                <w:sz w:val="18"/>
                <w:szCs w:val="18"/>
                <w:lang w:val="en-GB"/>
              </w:rPr>
              <w:t xml:space="preserve">. </w:t>
            </w:r>
            <w:r>
              <w:rPr>
                <w:b/>
                <w:sz w:val="18"/>
                <w:szCs w:val="18"/>
                <w:lang w:val="en-GB"/>
              </w:rPr>
              <w:t xml:space="preserve">Do you use references to International Standards/Recommendations for retroreflective materials? </w:t>
            </w:r>
          </w:p>
        </w:tc>
      </w:tr>
      <w:tr w:rsidR="00302C42" w:rsidRPr="00DF096F" w:rsidTr="009D6C84">
        <w:sdt>
          <w:sdtPr>
            <w:rPr>
              <w:sz w:val="18"/>
              <w:szCs w:val="18"/>
              <w:lang w:val="en-GB"/>
            </w:rPr>
            <w:id w:val="820860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9" w:type="dxa"/>
              </w:tcPr>
              <w:p w:rsidR="00302C42" w:rsidRDefault="00302C42" w:rsidP="009D6C84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045" w:type="dxa"/>
          </w:tcPr>
          <w:p w:rsidR="00302C42" w:rsidRPr="00DF096F" w:rsidRDefault="00302C42" w:rsidP="009D6C84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No</w:t>
            </w:r>
          </w:p>
        </w:tc>
      </w:tr>
      <w:tr w:rsidR="00302C42" w:rsidRPr="00F24233" w:rsidTr="009D6C84">
        <w:sdt>
          <w:sdtPr>
            <w:rPr>
              <w:sz w:val="18"/>
              <w:szCs w:val="18"/>
              <w:lang w:val="en-GB"/>
            </w:rPr>
            <w:id w:val="-87168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9" w:type="dxa"/>
              </w:tcPr>
              <w:p w:rsidR="00302C42" w:rsidRDefault="00302C42" w:rsidP="009D6C84">
                <w:pPr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8045" w:type="dxa"/>
          </w:tcPr>
          <w:p w:rsidR="00302C42" w:rsidRPr="00DF096F" w:rsidRDefault="00302C42" w:rsidP="009D6C84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 xml:space="preserve">Yes (below, please indicate which </w:t>
            </w:r>
            <w:r>
              <w:rPr>
                <w:b/>
                <w:sz w:val="18"/>
                <w:szCs w:val="18"/>
                <w:lang w:val="en-GB"/>
              </w:rPr>
              <w:t>S</w:t>
            </w:r>
            <w:r w:rsidRPr="00DF096F">
              <w:rPr>
                <w:b/>
                <w:sz w:val="18"/>
                <w:szCs w:val="18"/>
                <w:lang w:val="en-GB"/>
              </w:rPr>
              <w:t>tandards/</w:t>
            </w:r>
            <w:r>
              <w:rPr>
                <w:b/>
                <w:sz w:val="18"/>
                <w:szCs w:val="18"/>
                <w:lang w:val="en-GB"/>
              </w:rPr>
              <w:t>R</w:t>
            </w:r>
            <w:r w:rsidRPr="00DF096F">
              <w:rPr>
                <w:b/>
                <w:sz w:val="18"/>
                <w:szCs w:val="18"/>
                <w:lang w:val="en-GB"/>
              </w:rPr>
              <w:t xml:space="preserve">ecommendations) </w:t>
            </w:r>
          </w:p>
        </w:tc>
      </w:tr>
      <w:tr w:rsidR="00302C42" w:rsidRPr="00B256CC" w:rsidTr="009D6C84">
        <w:tc>
          <w:tcPr>
            <w:tcW w:w="1809" w:type="dxa"/>
          </w:tcPr>
          <w:p w:rsidR="00302C42" w:rsidRPr="00DF096F" w:rsidRDefault="00302C42" w:rsidP="009D6C84">
            <w:pPr>
              <w:rPr>
                <w:b/>
                <w:sz w:val="18"/>
                <w:szCs w:val="18"/>
                <w:lang w:val="en-GB"/>
              </w:rPr>
            </w:pPr>
            <w:r w:rsidRPr="00DF096F">
              <w:rPr>
                <w:b/>
                <w:sz w:val="18"/>
                <w:szCs w:val="18"/>
                <w:lang w:val="en-GB"/>
              </w:rPr>
              <w:t>Standards/Recommendations:</w:t>
            </w:r>
          </w:p>
        </w:tc>
        <w:tc>
          <w:tcPr>
            <w:tcW w:w="8045" w:type="dxa"/>
          </w:tcPr>
          <w:p w:rsidR="00302C42" w:rsidRPr="00B256CC" w:rsidRDefault="00302C42" w:rsidP="009D6C84">
            <w:pPr>
              <w:pStyle w:val="ListParagraph"/>
              <w:numPr>
                <w:ilvl w:val="0"/>
                <w:numId w:val="33"/>
              </w:numPr>
              <w:rPr>
                <w:sz w:val="18"/>
                <w:szCs w:val="18"/>
                <w:lang w:val="en-GB"/>
              </w:rPr>
            </w:pPr>
          </w:p>
          <w:p w:rsidR="00302C42" w:rsidRPr="00B256CC" w:rsidRDefault="00302C42" w:rsidP="009D6C84">
            <w:pPr>
              <w:pStyle w:val="ListParagraph"/>
              <w:numPr>
                <w:ilvl w:val="0"/>
                <w:numId w:val="33"/>
              </w:numPr>
              <w:rPr>
                <w:sz w:val="18"/>
                <w:szCs w:val="18"/>
                <w:lang w:val="en-GB"/>
              </w:rPr>
            </w:pPr>
          </w:p>
        </w:tc>
      </w:tr>
    </w:tbl>
    <w:p w:rsidR="00E03783" w:rsidRDefault="00E03783" w:rsidP="00ED6C2A">
      <w:pPr>
        <w:rPr>
          <w:sz w:val="18"/>
          <w:szCs w:val="18"/>
          <w:lang w:val="en-GB"/>
        </w:rPr>
      </w:pPr>
    </w:p>
    <w:p w:rsidR="00E03783" w:rsidRDefault="00E03783" w:rsidP="00ED6C2A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825"/>
        <w:gridCol w:w="2464"/>
        <w:gridCol w:w="2464"/>
      </w:tblGrid>
      <w:tr w:rsidR="00E03783" w:rsidRPr="00F24233" w:rsidTr="00BC3C4B">
        <w:tc>
          <w:tcPr>
            <w:tcW w:w="9854" w:type="dxa"/>
            <w:gridSpan w:val="4"/>
          </w:tcPr>
          <w:p w:rsidR="00E03783" w:rsidRPr="00E03783" w:rsidRDefault="00302C42" w:rsidP="00302C42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6</w:t>
            </w:r>
            <w:r w:rsidR="00E03783">
              <w:rPr>
                <w:b/>
                <w:sz w:val="18"/>
                <w:szCs w:val="18"/>
                <w:lang w:val="en-GB"/>
              </w:rPr>
              <w:t xml:space="preserve">. </w:t>
            </w:r>
            <w:r w:rsidR="00DF096F">
              <w:rPr>
                <w:b/>
                <w:sz w:val="18"/>
                <w:szCs w:val="18"/>
                <w:lang w:val="en-GB"/>
              </w:rPr>
              <w:t xml:space="preserve">Which type/brand of </w:t>
            </w:r>
            <w:r w:rsidR="00E03783">
              <w:rPr>
                <w:b/>
                <w:sz w:val="18"/>
                <w:szCs w:val="18"/>
                <w:lang w:val="en-GB"/>
              </w:rPr>
              <w:t xml:space="preserve">retroreflective material </w:t>
            </w:r>
            <w:r w:rsidR="00DF096F">
              <w:rPr>
                <w:b/>
                <w:sz w:val="18"/>
                <w:szCs w:val="18"/>
                <w:lang w:val="en-GB"/>
              </w:rPr>
              <w:t xml:space="preserve">do you use for </w:t>
            </w:r>
            <w:r w:rsidR="00E03783">
              <w:rPr>
                <w:b/>
                <w:sz w:val="18"/>
                <w:szCs w:val="18"/>
                <w:lang w:val="en-GB"/>
              </w:rPr>
              <w:t>floating AtoN</w:t>
            </w:r>
          </w:p>
        </w:tc>
      </w:tr>
      <w:tr w:rsidR="00E03783" w:rsidTr="003466BA">
        <w:tc>
          <w:tcPr>
            <w:tcW w:w="1101" w:type="dxa"/>
          </w:tcPr>
          <w:p w:rsidR="00E03783" w:rsidRPr="00E03783" w:rsidRDefault="00E03783" w:rsidP="002F22DE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Colour</w:t>
            </w:r>
          </w:p>
        </w:tc>
        <w:tc>
          <w:tcPr>
            <w:tcW w:w="3825" w:type="dxa"/>
          </w:tcPr>
          <w:p w:rsidR="00E03783" w:rsidRPr="00E03783" w:rsidRDefault="00E03783" w:rsidP="002F22DE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Manufacture/Brand</w:t>
            </w:r>
          </w:p>
        </w:tc>
        <w:tc>
          <w:tcPr>
            <w:tcW w:w="2464" w:type="dxa"/>
          </w:tcPr>
          <w:p w:rsidR="00E03783" w:rsidRPr="00E03783" w:rsidRDefault="00E03783" w:rsidP="002F22DE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Product Code</w:t>
            </w:r>
          </w:p>
        </w:tc>
        <w:tc>
          <w:tcPr>
            <w:tcW w:w="2464" w:type="dxa"/>
          </w:tcPr>
          <w:p w:rsidR="00E03783" w:rsidRPr="00E03783" w:rsidRDefault="00E03783" w:rsidP="002F22DE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Product Bulletin</w:t>
            </w:r>
            <w:r w:rsidR="003466BA">
              <w:rPr>
                <w:b/>
                <w:sz w:val="18"/>
                <w:szCs w:val="18"/>
                <w:lang w:val="en-GB"/>
              </w:rPr>
              <w:t>/number</w:t>
            </w:r>
          </w:p>
        </w:tc>
      </w:tr>
      <w:tr w:rsidR="00E03783" w:rsidTr="003466BA">
        <w:tc>
          <w:tcPr>
            <w:tcW w:w="1101" w:type="dxa"/>
          </w:tcPr>
          <w:p w:rsidR="00E03783" w:rsidRPr="005546DE" w:rsidRDefault="00E03783" w:rsidP="002F22DE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White</w:t>
            </w: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Pr="005546DE" w:rsidRDefault="00E03783" w:rsidP="002F22DE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Green</w:t>
            </w: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Pr="005546DE" w:rsidRDefault="00E03783" w:rsidP="002F22DE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Red</w:t>
            </w: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Pr="005546DE" w:rsidRDefault="00E03783" w:rsidP="002F22DE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Yellow</w:t>
            </w: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Pr="005546DE" w:rsidRDefault="00E03783" w:rsidP="002F22DE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Blue</w:t>
            </w: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Tr="003466BA">
        <w:tc>
          <w:tcPr>
            <w:tcW w:w="1101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825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2F22DE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EC3D37" w:rsidRDefault="00EC3D37" w:rsidP="002F22DE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ab/>
      </w:r>
    </w:p>
    <w:p w:rsidR="00EC3D37" w:rsidRDefault="00EC3D37" w:rsidP="00ED6C2A">
      <w:pPr>
        <w:rPr>
          <w:sz w:val="18"/>
          <w:szCs w:val="1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825"/>
        <w:gridCol w:w="2464"/>
        <w:gridCol w:w="2464"/>
      </w:tblGrid>
      <w:tr w:rsidR="00E03783" w:rsidRPr="00F24233" w:rsidTr="00F60EE7">
        <w:tc>
          <w:tcPr>
            <w:tcW w:w="9854" w:type="dxa"/>
            <w:gridSpan w:val="4"/>
          </w:tcPr>
          <w:p w:rsidR="00E03783" w:rsidRPr="00E03783" w:rsidRDefault="00E03783" w:rsidP="00135E7E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6. </w:t>
            </w:r>
            <w:r w:rsidR="00DF096F">
              <w:rPr>
                <w:b/>
                <w:sz w:val="18"/>
                <w:szCs w:val="18"/>
                <w:lang w:val="en-GB"/>
              </w:rPr>
              <w:t xml:space="preserve">Which type/brand </w:t>
            </w:r>
            <w:r w:rsidR="00135E7E">
              <w:rPr>
                <w:b/>
                <w:sz w:val="18"/>
                <w:szCs w:val="18"/>
                <w:lang w:val="en-GB"/>
              </w:rPr>
              <w:t xml:space="preserve">of </w:t>
            </w:r>
            <w:r w:rsidR="00135E7E" w:rsidRPr="00135E7E">
              <w:rPr>
                <w:b/>
                <w:sz w:val="18"/>
                <w:szCs w:val="18"/>
                <w:lang w:val="en-GB"/>
              </w:rPr>
              <w:t xml:space="preserve">retroreflective material </w:t>
            </w:r>
            <w:r w:rsidR="00DF096F">
              <w:rPr>
                <w:b/>
                <w:sz w:val="18"/>
                <w:szCs w:val="18"/>
                <w:lang w:val="en-GB"/>
              </w:rPr>
              <w:t>do you use for</w:t>
            </w:r>
            <w:r>
              <w:rPr>
                <w:b/>
                <w:sz w:val="18"/>
                <w:szCs w:val="18"/>
                <w:lang w:val="en-GB"/>
              </w:rPr>
              <w:t xml:space="preserve"> other AtoN</w:t>
            </w:r>
            <w:r w:rsidR="006F7D6C">
              <w:rPr>
                <w:b/>
                <w:sz w:val="18"/>
                <w:szCs w:val="18"/>
                <w:lang w:val="en-GB"/>
              </w:rPr>
              <w:t xml:space="preserve"> and marking (e.g. Jetties, piers etc.)</w:t>
            </w:r>
          </w:p>
        </w:tc>
      </w:tr>
      <w:tr w:rsidR="00E03783" w:rsidRPr="006F7D6C" w:rsidTr="003466BA">
        <w:tc>
          <w:tcPr>
            <w:tcW w:w="1101" w:type="dxa"/>
          </w:tcPr>
          <w:p w:rsidR="00E03783" w:rsidRPr="00E03783" w:rsidRDefault="00E03783" w:rsidP="00F60EE7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Colour</w:t>
            </w:r>
          </w:p>
        </w:tc>
        <w:tc>
          <w:tcPr>
            <w:tcW w:w="3825" w:type="dxa"/>
          </w:tcPr>
          <w:p w:rsidR="00E03783" w:rsidRPr="00E03783" w:rsidRDefault="00E03783" w:rsidP="00F60EE7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Manufacture/Brand</w:t>
            </w:r>
          </w:p>
        </w:tc>
        <w:tc>
          <w:tcPr>
            <w:tcW w:w="2464" w:type="dxa"/>
          </w:tcPr>
          <w:p w:rsidR="00E03783" w:rsidRPr="00E03783" w:rsidRDefault="00E03783" w:rsidP="00F60EE7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Product Code</w:t>
            </w:r>
          </w:p>
        </w:tc>
        <w:tc>
          <w:tcPr>
            <w:tcW w:w="2464" w:type="dxa"/>
          </w:tcPr>
          <w:p w:rsidR="00E03783" w:rsidRPr="00E03783" w:rsidRDefault="00E03783" w:rsidP="00F60EE7">
            <w:pPr>
              <w:rPr>
                <w:b/>
                <w:sz w:val="18"/>
                <w:szCs w:val="18"/>
                <w:lang w:val="en-GB"/>
              </w:rPr>
            </w:pPr>
            <w:r w:rsidRPr="00E03783">
              <w:rPr>
                <w:b/>
                <w:sz w:val="18"/>
                <w:szCs w:val="18"/>
                <w:lang w:val="en-GB"/>
              </w:rPr>
              <w:t>Product Bulletin</w:t>
            </w:r>
            <w:r w:rsidR="003466BA">
              <w:rPr>
                <w:b/>
                <w:sz w:val="18"/>
                <w:szCs w:val="18"/>
                <w:lang w:val="en-GB"/>
              </w:rPr>
              <w:t>/number</w:t>
            </w:r>
          </w:p>
        </w:tc>
      </w:tr>
      <w:tr w:rsidR="00E03783" w:rsidRPr="006F7D6C" w:rsidTr="003466BA">
        <w:tc>
          <w:tcPr>
            <w:tcW w:w="1101" w:type="dxa"/>
          </w:tcPr>
          <w:p w:rsidR="00E03783" w:rsidRPr="005546DE" w:rsidRDefault="00E03783" w:rsidP="00F60EE7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White</w:t>
            </w: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Pr="005546DE" w:rsidRDefault="00E03783" w:rsidP="00F60EE7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Green</w:t>
            </w: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Pr="005546DE" w:rsidRDefault="00E03783" w:rsidP="00F60EE7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Red</w:t>
            </w: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Pr="005546DE" w:rsidRDefault="00E03783" w:rsidP="00F60EE7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Yellow</w:t>
            </w: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Pr="005546DE" w:rsidRDefault="00E03783" w:rsidP="00F60EE7">
            <w:pPr>
              <w:rPr>
                <w:sz w:val="18"/>
                <w:szCs w:val="18"/>
                <w:lang w:val="en-GB"/>
              </w:rPr>
            </w:pPr>
            <w:r w:rsidRPr="005546DE">
              <w:rPr>
                <w:sz w:val="18"/>
                <w:szCs w:val="18"/>
                <w:lang w:val="en-GB"/>
              </w:rPr>
              <w:t>Blue</w:t>
            </w: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  <w:tr w:rsidR="00E03783" w:rsidRPr="006F7D6C" w:rsidTr="003466BA">
        <w:tc>
          <w:tcPr>
            <w:tcW w:w="1101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825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</w:tcPr>
          <w:p w:rsidR="00E03783" w:rsidRDefault="00E03783" w:rsidP="00F60EE7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C45E6B" w:rsidRDefault="00C45E6B" w:rsidP="00C45E6B">
      <w:pPr>
        <w:rPr>
          <w:sz w:val="18"/>
          <w:szCs w:val="18"/>
          <w:lang w:val="en-GB"/>
        </w:rPr>
      </w:pPr>
    </w:p>
    <w:p w:rsidR="00EC3D37" w:rsidRPr="00F24233" w:rsidRDefault="00F24233" w:rsidP="00ED6C2A">
      <w:pPr>
        <w:rPr>
          <w:b/>
          <w:sz w:val="18"/>
          <w:szCs w:val="18"/>
          <w:lang w:val="en-GB"/>
        </w:rPr>
      </w:pPr>
      <w:r w:rsidRPr="00F24233">
        <w:rPr>
          <w:b/>
          <w:sz w:val="18"/>
          <w:szCs w:val="18"/>
          <w:lang w:val="en-GB"/>
        </w:rPr>
        <w:t xml:space="preserve">7. </w:t>
      </w:r>
      <w:r>
        <w:rPr>
          <w:b/>
          <w:sz w:val="18"/>
          <w:szCs w:val="18"/>
          <w:lang w:val="en-GB"/>
        </w:rPr>
        <w:t>Below, p</w:t>
      </w:r>
      <w:r w:rsidRPr="00F24233">
        <w:rPr>
          <w:b/>
          <w:sz w:val="18"/>
          <w:szCs w:val="18"/>
          <w:lang w:val="en-GB"/>
        </w:rPr>
        <w:t xml:space="preserve">lease </w:t>
      </w:r>
      <w:r>
        <w:rPr>
          <w:b/>
          <w:sz w:val="18"/>
          <w:szCs w:val="18"/>
          <w:lang w:val="en-GB"/>
        </w:rPr>
        <w:t>insert</w:t>
      </w:r>
      <w:r w:rsidRPr="00F24233">
        <w:rPr>
          <w:b/>
          <w:sz w:val="18"/>
          <w:szCs w:val="18"/>
          <w:lang w:val="en-GB"/>
        </w:rPr>
        <w:t xml:space="preserve"> </w:t>
      </w:r>
      <w:r>
        <w:rPr>
          <w:b/>
          <w:sz w:val="18"/>
          <w:szCs w:val="18"/>
          <w:lang w:val="en-GB"/>
        </w:rPr>
        <w:t>relevant photos of AtoNs fitted with Retroreflective</w:t>
      </w:r>
      <w:r w:rsidRPr="00F24233">
        <w:rPr>
          <w:b/>
          <w:sz w:val="18"/>
          <w:szCs w:val="18"/>
          <w:lang w:val="en-GB"/>
        </w:rPr>
        <w:t xml:space="preserve"> Material</w:t>
      </w:r>
      <w:r>
        <w:rPr>
          <w:b/>
          <w:sz w:val="18"/>
          <w:szCs w:val="18"/>
          <w:lang w:val="en-GB"/>
        </w:rPr>
        <w:t>:</w:t>
      </w:r>
      <w:r w:rsidRPr="00F24233">
        <w:rPr>
          <w:b/>
          <w:sz w:val="18"/>
          <w:szCs w:val="18"/>
          <w:lang w:val="en-GB"/>
        </w:rPr>
        <w:t xml:space="preserve"> </w:t>
      </w:r>
    </w:p>
    <w:p w:rsidR="00EC3D37" w:rsidRDefault="00EC3D37" w:rsidP="00C45E6B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ab/>
      </w:r>
    </w:p>
    <w:p w:rsidR="0065410F" w:rsidRDefault="0065410F" w:rsidP="00ED6C2A">
      <w:pPr>
        <w:rPr>
          <w:sz w:val="18"/>
          <w:szCs w:val="18"/>
          <w:lang w:val="en-GB"/>
        </w:rPr>
      </w:pPr>
    </w:p>
    <w:p w:rsidR="0065410F" w:rsidRDefault="0065410F" w:rsidP="00ED6C2A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ab/>
      </w:r>
    </w:p>
    <w:p w:rsidR="0065410F" w:rsidRDefault="0065410F" w:rsidP="00ED6C2A">
      <w:pPr>
        <w:rPr>
          <w:sz w:val="18"/>
          <w:szCs w:val="18"/>
          <w:lang w:val="en-GB"/>
        </w:rPr>
      </w:pPr>
    </w:p>
    <w:p w:rsidR="0065410F" w:rsidRDefault="0065410F" w:rsidP="00ED6C2A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ab/>
      </w:r>
    </w:p>
    <w:p w:rsidR="0065410F" w:rsidRDefault="0065410F" w:rsidP="00ED6C2A">
      <w:pPr>
        <w:rPr>
          <w:sz w:val="18"/>
          <w:szCs w:val="18"/>
          <w:lang w:val="en-GB"/>
        </w:rPr>
      </w:pPr>
    </w:p>
    <w:sectPr w:rsidR="0065410F" w:rsidSect="00D70656">
      <w:headerReference w:type="default" r:id="rId12"/>
      <w:footerReference w:type="defaul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CFD" w:rsidRDefault="00C04CFD" w:rsidP="0051203A">
      <w:r>
        <w:separator/>
      </w:r>
    </w:p>
  </w:endnote>
  <w:endnote w:type="continuationSeparator" w:id="0">
    <w:p w:rsidR="00C04CFD" w:rsidRDefault="00C04CFD" w:rsidP="0051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1569720"/>
      <w:docPartObj>
        <w:docPartGallery w:val="Page Numbers (Bottom of Page)"/>
        <w:docPartUnique/>
      </w:docPartObj>
    </w:sdtPr>
    <w:sdtEndPr/>
    <w:sdtContent>
      <w:p w:rsidR="00292988" w:rsidRDefault="0046744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5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2988" w:rsidRPr="002C2376" w:rsidRDefault="00D74B50" w:rsidP="002C2376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MEMO</w:t>
    </w:r>
  </w:p>
  <w:p w:rsidR="00292988" w:rsidRDefault="00D74B50" w:rsidP="002C2376">
    <w:pPr>
      <w:pStyle w:val="Footer"/>
      <w:jc w:val="center"/>
    </w:pPr>
    <w:r>
      <w:t xml:space="preserve">Danish Maritime </w:t>
    </w:r>
    <w:r w:rsidRPr="00D74B50">
      <w:rPr>
        <w:lang w:val="en-GB"/>
      </w:rPr>
      <w:t>Authorit</w:t>
    </w:r>
    <w:r>
      <w:rPr>
        <w:lang w:val="en-GB"/>
      </w:rPr>
      <w:t>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CFD" w:rsidRDefault="00C04CFD" w:rsidP="0051203A">
      <w:r>
        <w:separator/>
      </w:r>
    </w:p>
  </w:footnote>
  <w:footnote w:type="continuationSeparator" w:id="0">
    <w:p w:rsidR="00C04CFD" w:rsidRDefault="00C04CFD" w:rsidP="00512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988" w:rsidRPr="00C065BF" w:rsidRDefault="00C065BF" w:rsidP="00C065BF">
    <w:pPr>
      <w:pStyle w:val="Header"/>
      <w:jc w:val="right"/>
      <w:rPr>
        <w:sz w:val="20"/>
        <w:szCs w:val="20"/>
      </w:rPr>
    </w:pPr>
    <w:r w:rsidRPr="00C065BF">
      <w:rPr>
        <w:noProof/>
        <w:sz w:val="20"/>
        <w:szCs w:val="20"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2032317</wp:posOffset>
          </wp:positionH>
          <wp:positionV relativeFrom="paragraph">
            <wp:posOffset>-140018</wp:posOffset>
          </wp:positionV>
          <wp:extent cx="2212626" cy="486201"/>
          <wp:effectExtent l="0" t="0" r="0" b="9525"/>
          <wp:wrapSquare wrapText="bothSides"/>
          <wp:docPr id="1" name="Billede 1" descr="http://www.soefartsstyrelsen.dk/Presse/PressefotoLogo/PublishingImages/sofart_uk_rg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soefartsstyrelsen.dk/Presse/PressefotoLogo/PublishingImages/sofart_uk_rgb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626" cy="486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65BF">
      <w:rPr>
        <w:sz w:val="20"/>
        <w:szCs w:val="20"/>
      </w:rPr>
      <w:t>ENG6-9.17</w:t>
    </w:r>
  </w:p>
  <w:p w:rsidR="00292988" w:rsidRDefault="00292988" w:rsidP="00F4723C">
    <w:pPr>
      <w:pStyle w:val="Header"/>
      <w:pBdr>
        <w:bottom w:val="single" w:sz="12" w:space="1" w:color="auto"/>
      </w:pBdr>
      <w:jc w:val="left"/>
      <w:rPr>
        <w:color w:val="C00000"/>
      </w:rPr>
    </w:pPr>
  </w:p>
  <w:p w:rsidR="00292988" w:rsidRPr="002C2376" w:rsidRDefault="00292988">
    <w:pPr>
      <w:pStyle w:val="Header"/>
      <w:pBdr>
        <w:bottom w:val="single" w:sz="12" w:space="1" w:color="auto"/>
      </w:pBdr>
      <w:rPr>
        <w:color w:val="C00000"/>
      </w:rPr>
    </w:pPr>
  </w:p>
  <w:p w:rsidR="00292988" w:rsidRDefault="002929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EA5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9862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EC7D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6E7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20A6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BA1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6C6B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C286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9AF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8E2E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5D6509"/>
    <w:multiLevelType w:val="hybridMultilevel"/>
    <w:tmpl w:val="A5787F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4142"/>
    <w:multiLevelType w:val="hybridMultilevel"/>
    <w:tmpl w:val="E5DA6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2649D"/>
    <w:multiLevelType w:val="multilevel"/>
    <w:tmpl w:val="65EC80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4B756CB"/>
    <w:multiLevelType w:val="multilevel"/>
    <w:tmpl w:val="406CFE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9447235"/>
    <w:multiLevelType w:val="multilevel"/>
    <w:tmpl w:val="6C0A220C"/>
    <w:lvl w:ilvl="0">
      <w:start w:val="1"/>
      <w:numFmt w:val="bullet"/>
      <w:pStyle w:val="Normalpunktopstilling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15">
    <w:nsid w:val="6DCE596E"/>
    <w:multiLevelType w:val="multilevel"/>
    <w:tmpl w:val="71A8C73C"/>
    <w:styleLink w:val="2nummererettypograf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E6630C"/>
    <w:multiLevelType w:val="multilevel"/>
    <w:tmpl w:val="B18AA63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4"/>
  </w:num>
  <w:num w:numId="5">
    <w:abstractNumId w:val="16"/>
  </w:num>
  <w:num w:numId="6">
    <w:abstractNumId w:val="16"/>
  </w:num>
  <w:num w:numId="7">
    <w:abstractNumId w:val="12"/>
  </w:num>
  <w:num w:numId="8">
    <w:abstractNumId w:val="13"/>
  </w:num>
  <w:num w:numId="9">
    <w:abstractNumId w:val="13"/>
  </w:num>
  <w:num w:numId="10">
    <w:abstractNumId w:val="13"/>
  </w:num>
  <w:num w:numId="11">
    <w:abstractNumId w:val="16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6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</w:num>
  <w:num w:numId="3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51"/>
    <w:rsid w:val="000044FE"/>
    <w:rsid w:val="000071BF"/>
    <w:rsid w:val="000079F6"/>
    <w:rsid w:val="000117E5"/>
    <w:rsid w:val="0001365C"/>
    <w:rsid w:val="0001396F"/>
    <w:rsid w:val="00013E94"/>
    <w:rsid w:val="000142A6"/>
    <w:rsid w:val="00014587"/>
    <w:rsid w:val="00014F59"/>
    <w:rsid w:val="000151D6"/>
    <w:rsid w:val="00016F02"/>
    <w:rsid w:val="000202C0"/>
    <w:rsid w:val="00021B21"/>
    <w:rsid w:val="00021C72"/>
    <w:rsid w:val="00022C38"/>
    <w:rsid w:val="00026144"/>
    <w:rsid w:val="00030034"/>
    <w:rsid w:val="00030D71"/>
    <w:rsid w:val="00031A13"/>
    <w:rsid w:val="00031D73"/>
    <w:rsid w:val="00032476"/>
    <w:rsid w:val="00036A55"/>
    <w:rsid w:val="0004022D"/>
    <w:rsid w:val="000408E5"/>
    <w:rsid w:val="00050355"/>
    <w:rsid w:val="00052FB0"/>
    <w:rsid w:val="000540C2"/>
    <w:rsid w:val="00057178"/>
    <w:rsid w:val="00057D01"/>
    <w:rsid w:val="00060BB1"/>
    <w:rsid w:val="000615C8"/>
    <w:rsid w:val="00062144"/>
    <w:rsid w:val="00063456"/>
    <w:rsid w:val="00064140"/>
    <w:rsid w:val="000649E0"/>
    <w:rsid w:val="00064B9A"/>
    <w:rsid w:val="000672E4"/>
    <w:rsid w:val="00072E7E"/>
    <w:rsid w:val="00075A31"/>
    <w:rsid w:val="00076911"/>
    <w:rsid w:val="00076A79"/>
    <w:rsid w:val="00077C97"/>
    <w:rsid w:val="00077D80"/>
    <w:rsid w:val="00084255"/>
    <w:rsid w:val="000863FA"/>
    <w:rsid w:val="00090EE8"/>
    <w:rsid w:val="00092AE2"/>
    <w:rsid w:val="00095B90"/>
    <w:rsid w:val="0009633D"/>
    <w:rsid w:val="00096987"/>
    <w:rsid w:val="000A0672"/>
    <w:rsid w:val="000A1B17"/>
    <w:rsid w:val="000A643A"/>
    <w:rsid w:val="000B07B5"/>
    <w:rsid w:val="000B0EFD"/>
    <w:rsid w:val="000B1E93"/>
    <w:rsid w:val="000B3136"/>
    <w:rsid w:val="000B3AA1"/>
    <w:rsid w:val="000B4C9E"/>
    <w:rsid w:val="000B5AC8"/>
    <w:rsid w:val="000C4783"/>
    <w:rsid w:val="000D0420"/>
    <w:rsid w:val="000D1444"/>
    <w:rsid w:val="000D173A"/>
    <w:rsid w:val="000D4F00"/>
    <w:rsid w:val="000D5851"/>
    <w:rsid w:val="000D73DA"/>
    <w:rsid w:val="000D74CF"/>
    <w:rsid w:val="000E11B2"/>
    <w:rsid w:val="000E36CB"/>
    <w:rsid w:val="000E3A15"/>
    <w:rsid w:val="000E5ACB"/>
    <w:rsid w:val="000E6572"/>
    <w:rsid w:val="000E6BCF"/>
    <w:rsid w:val="000E7556"/>
    <w:rsid w:val="000F23E6"/>
    <w:rsid w:val="000F359C"/>
    <w:rsid w:val="000F3F94"/>
    <w:rsid w:val="000F59BA"/>
    <w:rsid w:val="000F60E8"/>
    <w:rsid w:val="000F6195"/>
    <w:rsid w:val="000F71FD"/>
    <w:rsid w:val="00105744"/>
    <w:rsid w:val="00106AD9"/>
    <w:rsid w:val="00112651"/>
    <w:rsid w:val="0011287F"/>
    <w:rsid w:val="00112A54"/>
    <w:rsid w:val="0011360A"/>
    <w:rsid w:val="001136F2"/>
    <w:rsid w:val="0011408F"/>
    <w:rsid w:val="00115EE5"/>
    <w:rsid w:val="00117337"/>
    <w:rsid w:val="001205BE"/>
    <w:rsid w:val="00120EB2"/>
    <w:rsid w:val="00121060"/>
    <w:rsid w:val="0012370C"/>
    <w:rsid w:val="00124C0A"/>
    <w:rsid w:val="001263FB"/>
    <w:rsid w:val="0012655E"/>
    <w:rsid w:val="00126ACE"/>
    <w:rsid w:val="001348E8"/>
    <w:rsid w:val="00135370"/>
    <w:rsid w:val="00135E7E"/>
    <w:rsid w:val="00143D11"/>
    <w:rsid w:val="00147EC7"/>
    <w:rsid w:val="0015007B"/>
    <w:rsid w:val="00151443"/>
    <w:rsid w:val="00152064"/>
    <w:rsid w:val="001522D0"/>
    <w:rsid w:val="0015305E"/>
    <w:rsid w:val="00153640"/>
    <w:rsid w:val="00153A2E"/>
    <w:rsid w:val="001544ED"/>
    <w:rsid w:val="00154910"/>
    <w:rsid w:val="00164039"/>
    <w:rsid w:val="0016432A"/>
    <w:rsid w:val="0016726C"/>
    <w:rsid w:val="00167333"/>
    <w:rsid w:val="00170130"/>
    <w:rsid w:val="001717D3"/>
    <w:rsid w:val="00180C4B"/>
    <w:rsid w:val="00180F43"/>
    <w:rsid w:val="00183425"/>
    <w:rsid w:val="001855B2"/>
    <w:rsid w:val="0018688F"/>
    <w:rsid w:val="00190251"/>
    <w:rsid w:val="00190549"/>
    <w:rsid w:val="00192CC9"/>
    <w:rsid w:val="00193155"/>
    <w:rsid w:val="001932D7"/>
    <w:rsid w:val="00195CCD"/>
    <w:rsid w:val="001977A1"/>
    <w:rsid w:val="001A3652"/>
    <w:rsid w:val="001A3A08"/>
    <w:rsid w:val="001A75C3"/>
    <w:rsid w:val="001B3515"/>
    <w:rsid w:val="001B506F"/>
    <w:rsid w:val="001B56D5"/>
    <w:rsid w:val="001B78F8"/>
    <w:rsid w:val="001B7A5E"/>
    <w:rsid w:val="001C1893"/>
    <w:rsid w:val="001C2109"/>
    <w:rsid w:val="001C2BFB"/>
    <w:rsid w:val="001C3684"/>
    <w:rsid w:val="001C47FD"/>
    <w:rsid w:val="001C6A3E"/>
    <w:rsid w:val="001D199F"/>
    <w:rsid w:val="001D3904"/>
    <w:rsid w:val="001D4208"/>
    <w:rsid w:val="001D5B5C"/>
    <w:rsid w:val="001E08BD"/>
    <w:rsid w:val="001E3B90"/>
    <w:rsid w:val="001E6D7D"/>
    <w:rsid w:val="001E72E7"/>
    <w:rsid w:val="001E79D5"/>
    <w:rsid w:val="001F750B"/>
    <w:rsid w:val="001F7EC4"/>
    <w:rsid w:val="00202F69"/>
    <w:rsid w:val="00205BD7"/>
    <w:rsid w:val="00206228"/>
    <w:rsid w:val="00212444"/>
    <w:rsid w:val="00215F0A"/>
    <w:rsid w:val="0021653D"/>
    <w:rsid w:val="002203BE"/>
    <w:rsid w:val="00234B78"/>
    <w:rsid w:val="00235979"/>
    <w:rsid w:val="00237D85"/>
    <w:rsid w:val="0024057F"/>
    <w:rsid w:val="0024172F"/>
    <w:rsid w:val="00246AD7"/>
    <w:rsid w:val="00247350"/>
    <w:rsid w:val="00253A0E"/>
    <w:rsid w:val="00254600"/>
    <w:rsid w:val="002578F2"/>
    <w:rsid w:val="00263947"/>
    <w:rsid w:val="00271253"/>
    <w:rsid w:val="002734A1"/>
    <w:rsid w:val="00277593"/>
    <w:rsid w:val="00281332"/>
    <w:rsid w:val="002813C0"/>
    <w:rsid w:val="00282991"/>
    <w:rsid w:val="00283AA5"/>
    <w:rsid w:val="002850CB"/>
    <w:rsid w:val="00286406"/>
    <w:rsid w:val="00290935"/>
    <w:rsid w:val="00292988"/>
    <w:rsid w:val="002935D3"/>
    <w:rsid w:val="002937EB"/>
    <w:rsid w:val="002943A9"/>
    <w:rsid w:val="00294418"/>
    <w:rsid w:val="00295224"/>
    <w:rsid w:val="00296923"/>
    <w:rsid w:val="0029795A"/>
    <w:rsid w:val="00297B19"/>
    <w:rsid w:val="002A54D6"/>
    <w:rsid w:val="002A60DB"/>
    <w:rsid w:val="002A785C"/>
    <w:rsid w:val="002B02D6"/>
    <w:rsid w:val="002B0322"/>
    <w:rsid w:val="002B0C31"/>
    <w:rsid w:val="002B30C9"/>
    <w:rsid w:val="002B49CC"/>
    <w:rsid w:val="002C01B1"/>
    <w:rsid w:val="002C044B"/>
    <w:rsid w:val="002C1408"/>
    <w:rsid w:val="002C2376"/>
    <w:rsid w:val="002C42DF"/>
    <w:rsid w:val="002C6166"/>
    <w:rsid w:val="002D3288"/>
    <w:rsid w:val="002D3B4D"/>
    <w:rsid w:val="002D5042"/>
    <w:rsid w:val="002D5CA4"/>
    <w:rsid w:val="002D66E0"/>
    <w:rsid w:val="002D6B7C"/>
    <w:rsid w:val="002E580C"/>
    <w:rsid w:val="002F1448"/>
    <w:rsid w:val="002F180D"/>
    <w:rsid w:val="002F20A6"/>
    <w:rsid w:val="002F22DE"/>
    <w:rsid w:val="002F2CE8"/>
    <w:rsid w:val="002F5DAA"/>
    <w:rsid w:val="002F78BA"/>
    <w:rsid w:val="002F78FC"/>
    <w:rsid w:val="002F7C99"/>
    <w:rsid w:val="0030151F"/>
    <w:rsid w:val="00302C42"/>
    <w:rsid w:val="003056E6"/>
    <w:rsid w:val="00305A62"/>
    <w:rsid w:val="00306FC6"/>
    <w:rsid w:val="0031063F"/>
    <w:rsid w:val="00312EA6"/>
    <w:rsid w:val="003147C4"/>
    <w:rsid w:val="00320DA7"/>
    <w:rsid w:val="003211C9"/>
    <w:rsid w:val="0032276E"/>
    <w:rsid w:val="00324336"/>
    <w:rsid w:val="00330864"/>
    <w:rsid w:val="003308EF"/>
    <w:rsid w:val="003320BA"/>
    <w:rsid w:val="00333CE4"/>
    <w:rsid w:val="00335A3C"/>
    <w:rsid w:val="00336118"/>
    <w:rsid w:val="00336160"/>
    <w:rsid w:val="00336C98"/>
    <w:rsid w:val="0034082F"/>
    <w:rsid w:val="00341607"/>
    <w:rsid w:val="0034352C"/>
    <w:rsid w:val="00344776"/>
    <w:rsid w:val="003466BA"/>
    <w:rsid w:val="0035048D"/>
    <w:rsid w:val="00351CB2"/>
    <w:rsid w:val="00351EB7"/>
    <w:rsid w:val="003530D0"/>
    <w:rsid w:val="00354566"/>
    <w:rsid w:val="00356C8C"/>
    <w:rsid w:val="00357BCF"/>
    <w:rsid w:val="00357DE8"/>
    <w:rsid w:val="0036068A"/>
    <w:rsid w:val="00360953"/>
    <w:rsid w:val="003609D0"/>
    <w:rsid w:val="00366643"/>
    <w:rsid w:val="00367945"/>
    <w:rsid w:val="0037049B"/>
    <w:rsid w:val="00370E17"/>
    <w:rsid w:val="00372AD9"/>
    <w:rsid w:val="00373F70"/>
    <w:rsid w:val="003742E6"/>
    <w:rsid w:val="00376170"/>
    <w:rsid w:val="00376E85"/>
    <w:rsid w:val="00377AB6"/>
    <w:rsid w:val="003803A4"/>
    <w:rsid w:val="00380CE0"/>
    <w:rsid w:val="00386059"/>
    <w:rsid w:val="00386189"/>
    <w:rsid w:val="003877F7"/>
    <w:rsid w:val="00390819"/>
    <w:rsid w:val="003923ED"/>
    <w:rsid w:val="003929CF"/>
    <w:rsid w:val="0039301D"/>
    <w:rsid w:val="0039397B"/>
    <w:rsid w:val="00395869"/>
    <w:rsid w:val="003B56F9"/>
    <w:rsid w:val="003C3403"/>
    <w:rsid w:val="003C4E46"/>
    <w:rsid w:val="003C5F95"/>
    <w:rsid w:val="003D15AD"/>
    <w:rsid w:val="003D6B8E"/>
    <w:rsid w:val="003D6C1D"/>
    <w:rsid w:val="003D6F74"/>
    <w:rsid w:val="003E4482"/>
    <w:rsid w:val="003F2C0F"/>
    <w:rsid w:val="003F3A9F"/>
    <w:rsid w:val="003F531C"/>
    <w:rsid w:val="003F7730"/>
    <w:rsid w:val="003F77D6"/>
    <w:rsid w:val="0040150F"/>
    <w:rsid w:val="00411540"/>
    <w:rsid w:val="00411BDA"/>
    <w:rsid w:val="00412316"/>
    <w:rsid w:val="00413AAA"/>
    <w:rsid w:val="004209F9"/>
    <w:rsid w:val="00421CE7"/>
    <w:rsid w:val="00423EA7"/>
    <w:rsid w:val="00425070"/>
    <w:rsid w:val="00425316"/>
    <w:rsid w:val="0042591D"/>
    <w:rsid w:val="0043117D"/>
    <w:rsid w:val="00433978"/>
    <w:rsid w:val="00433EF4"/>
    <w:rsid w:val="00441442"/>
    <w:rsid w:val="00443178"/>
    <w:rsid w:val="00443D68"/>
    <w:rsid w:val="004516C2"/>
    <w:rsid w:val="00451BD9"/>
    <w:rsid w:val="004525CD"/>
    <w:rsid w:val="00453C8A"/>
    <w:rsid w:val="00454219"/>
    <w:rsid w:val="00457E8B"/>
    <w:rsid w:val="00460BC4"/>
    <w:rsid w:val="00463BA8"/>
    <w:rsid w:val="00464EFB"/>
    <w:rsid w:val="0046744B"/>
    <w:rsid w:val="0046778A"/>
    <w:rsid w:val="00470E43"/>
    <w:rsid w:val="00470F76"/>
    <w:rsid w:val="004718FA"/>
    <w:rsid w:val="00475757"/>
    <w:rsid w:val="0047625C"/>
    <w:rsid w:val="004774CF"/>
    <w:rsid w:val="00482932"/>
    <w:rsid w:val="00482C2B"/>
    <w:rsid w:val="004946AE"/>
    <w:rsid w:val="004A1F19"/>
    <w:rsid w:val="004A4FD5"/>
    <w:rsid w:val="004B1925"/>
    <w:rsid w:val="004B2454"/>
    <w:rsid w:val="004B4DBA"/>
    <w:rsid w:val="004B55F8"/>
    <w:rsid w:val="004B6737"/>
    <w:rsid w:val="004B7AFE"/>
    <w:rsid w:val="004C61BC"/>
    <w:rsid w:val="004C6E5E"/>
    <w:rsid w:val="004C7AD9"/>
    <w:rsid w:val="004D4EA6"/>
    <w:rsid w:val="004D5C67"/>
    <w:rsid w:val="004D76F3"/>
    <w:rsid w:val="004E0B5B"/>
    <w:rsid w:val="004E11F1"/>
    <w:rsid w:val="004E2CEC"/>
    <w:rsid w:val="004E4662"/>
    <w:rsid w:val="004F626E"/>
    <w:rsid w:val="004F748B"/>
    <w:rsid w:val="004F7593"/>
    <w:rsid w:val="00502302"/>
    <w:rsid w:val="0050668A"/>
    <w:rsid w:val="00511286"/>
    <w:rsid w:val="0051203A"/>
    <w:rsid w:val="00512C4C"/>
    <w:rsid w:val="00513E1A"/>
    <w:rsid w:val="00514D83"/>
    <w:rsid w:val="005206B9"/>
    <w:rsid w:val="00527556"/>
    <w:rsid w:val="005316BB"/>
    <w:rsid w:val="00531917"/>
    <w:rsid w:val="00531A6A"/>
    <w:rsid w:val="0053284F"/>
    <w:rsid w:val="00532F85"/>
    <w:rsid w:val="00535AD7"/>
    <w:rsid w:val="00544085"/>
    <w:rsid w:val="00546471"/>
    <w:rsid w:val="00550C08"/>
    <w:rsid w:val="00550CFD"/>
    <w:rsid w:val="005546DE"/>
    <w:rsid w:val="005571F1"/>
    <w:rsid w:val="005632FC"/>
    <w:rsid w:val="00564496"/>
    <w:rsid w:val="00564650"/>
    <w:rsid w:val="00564C02"/>
    <w:rsid w:val="0056604E"/>
    <w:rsid w:val="00567714"/>
    <w:rsid w:val="00571004"/>
    <w:rsid w:val="00571A68"/>
    <w:rsid w:val="005729D9"/>
    <w:rsid w:val="00572A28"/>
    <w:rsid w:val="00572F22"/>
    <w:rsid w:val="00573472"/>
    <w:rsid w:val="005878A8"/>
    <w:rsid w:val="00590D80"/>
    <w:rsid w:val="005919D6"/>
    <w:rsid w:val="00597DF8"/>
    <w:rsid w:val="005B5BC7"/>
    <w:rsid w:val="005C0E74"/>
    <w:rsid w:val="005C2AE8"/>
    <w:rsid w:val="005C330B"/>
    <w:rsid w:val="005C3D76"/>
    <w:rsid w:val="005D01CA"/>
    <w:rsid w:val="005D1260"/>
    <w:rsid w:val="005D31C8"/>
    <w:rsid w:val="005D3F0B"/>
    <w:rsid w:val="005D6557"/>
    <w:rsid w:val="005E02DD"/>
    <w:rsid w:val="005E2774"/>
    <w:rsid w:val="005E285E"/>
    <w:rsid w:val="005E2869"/>
    <w:rsid w:val="005E4445"/>
    <w:rsid w:val="005E649D"/>
    <w:rsid w:val="005F0C2D"/>
    <w:rsid w:val="005F24F6"/>
    <w:rsid w:val="005F3EA6"/>
    <w:rsid w:val="005F5E37"/>
    <w:rsid w:val="00605789"/>
    <w:rsid w:val="0060703A"/>
    <w:rsid w:val="0061588B"/>
    <w:rsid w:val="00617962"/>
    <w:rsid w:val="00621717"/>
    <w:rsid w:val="0062372B"/>
    <w:rsid w:val="00623FE3"/>
    <w:rsid w:val="00625A8E"/>
    <w:rsid w:val="00635ADC"/>
    <w:rsid w:val="006367CD"/>
    <w:rsid w:val="00636F5C"/>
    <w:rsid w:val="00640BDE"/>
    <w:rsid w:val="0064186F"/>
    <w:rsid w:val="00643CD5"/>
    <w:rsid w:val="006448B6"/>
    <w:rsid w:val="0064566D"/>
    <w:rsid w:val="00645F32"/>
    <w:rsid w:val="00652F20"/>
    <w:rsid w:val="0065410F"/>
    <w:rsid w:val="0065587D"/>
    <w:rsid w:val="006562D0"/>
    <w:rsid w:val="00660137"/>
    <w:rsid w:val="00660817"/>
    <w:rsid w:val="00660C38"/>
    <w:rsid w:val="00661356"/>
    <w:rsid w:val="00662B53"/>
    <w:rsid w:val="00663D8B"/>
    <w:rsid w:val="00663EAC"/>
    <w:rsid w:val="00665317"/>
    <w:rsid w:val="00681351"/>
    <w:rsid w:val="00681F1C"/>
    <w:rsid w:val="006855E4"/>
    <w:rsid w:val="00686B54"/>
    <w:rsid w:val="006917F6"/>
    <w:rsid w:val="00691961"/>
    <w:rsid w:val="0069215B"/>
    <w:rsid w:val="006922A9"/>
    <w:rsid w:val="006929AC"/>
    <w:rsid w:val="0069736B"/>
    <w:rsid w:val="006A069D"/>
    <w:rsid w:val="006A14F5"/>
    <w:rsid w:val="006A2701"/>
    <w:rsid w:val="006A38F9"/>
    <w:rsid w:val="006A425A"/>
    <w:rsid w:val="006A463F"/>
    <w:rsid w:val="006A7CE3"/>
    <w:rsid w:val="006B0AFF"/>
    <w:rsid w:val="006B20DD"/>
    <w:rsid w:val="006B28DB"/>
    <w:rsid w:val="006B44A5"/>
    <w:rsid w:val="006C07BB"/>
    <w:rsid w:val="006C0AAC"/>
    <w:rsid w:val="006C4B8E"/>
    <w:rsid w:val="006C5B99"/>
    <w:rsid w:val="006C70EB"/>
    <w:rsid w:val="006D06AD"/>
    <w:rsid w:val="006D136B"/>
    <w:rsid w:val="006D364D"/>
    <w:rsid w:val="006D5BA7"/>
    <w:rsid w:val="006E1114"/>
    <w:rsid w:val="006E6EDF"/>
    <w:rsid w:val="006E7852"/>
    <w:rsid w:val="006E7B3D"/>
    <w:rsid w:val="006F2351"/>
    <w:rsid w:val="006F2BF7"/>
    <w:rsid w:val="006F38D9"/>
    <w:rsid w:val="006F544E"/>
    <w:rsid w:val="006F55D3"/>
    <w:rsid w:val="006F5891"/>
    <w:rsid w:val="006F7D59"/>
    <w:rsid w:val="006F7D6C"/>
    <w:rsid w:val="007008AC"/>
    <w:rsid w:val="007013FB"/>
    <w:rsid w:val="0070244A"/>
    <w:rsid w:val="00702B01"/>
    <w:rsid w:val="00704D7A"/>
    <w:rsid w:val="00705172"/>
    <w:rsid w:val="00706BC7"/>
    <w:rsid w:val="007121BB"/>
    <w:rsid w:val="0071222E"/>
    <w:rsid w:val="0072134A"/>
    <w:rsid w:val="00722D17"/>
    <w:rsid w:val="00723693"/>
    <w:rsid w:val="00725891"/>
    <w:rsid w:val="00725E84"/>
    <w:rsid w:val="00726556"/>
    <w:rsid w:val="00726BF2"/>
    <w:rsid w:val="00727C85"/>
    <w:rsid w:val="00737BDE"/>
    <w:rsid w:val="00742499"/>
    <w:rsid w:val="00746A92"/>
    <w:rsid w:val="00747C12"/>
    <w:rsid w:val="00752028"/>
    <w:rsid w:val="00754C40"/>
    <w:rsid w:val="00754D81"/>
    <w:rsid w:val="007568A3"/>
    <w:rsid w:val="00760DFF"/>
    <w:rsid w:val="00772A2C"/>
    <w:rsid w:val="00772B62"/>
    <w:rsid w:val="007739B0"/>
    <w:rsid w:val="00775C25"/>
    <w:rsid w:val="00777A10"/>
    <w:rsid w:val="00782D49"/>
    <w:rsid w:val="00784763"/>
    <w:rsid w:val="00785543"/>
    <w:rsid w:val="00785E6C"/>
    <w:rsid w:val="00787AD6"/>
    <w:rsid w:val="007918FD"/>
    <w:rsid w:val="00793BAA"/>
    <w:rsid w:val="00794FF4"/>
    <w:rsid w:val="007A1305"/>
    <w:rsid w:val="007A32A0"/>
    <w:rsid w:val="007B10D9"/>
    <w:rsid w:val="007B2427"/>
    <w:rsid w:val="007B3769"/>
    <w:rsid w:val="007B4665"/>
    <w:rsid w:val="007B5AC8"/>
    <w:rsid w:val="007B5EEA"/>
    <w:rsid w:val="007B66FE"/>
    <w:rsid w:val="007C2A1A"/>
    <w:rsid w:val="007C37F5"/>
    <w:rsid w:val="007C3F9F"/>
    <w:rsid w:val="007D02D6"/>
    <w:rsid w:val="007D175F"/>
    <w:rsid w:val="007D1BAC"/>
    <w:rsid w:val="007D4FFB"/>
    <w:rsid w:val="007D6878"/>
    <w:rsid w:val="007E04EB"/>
    <w:rsid w:val="007E0BB5"/>
    <w:rsid w:val="007E1438"/>
    <w:rsid w:val="007E27C1"/>
    <w:rsid w:val="007E36D7"/>
    <w:rsid w:val="007E41C0"/>
    <w:rsid w:val="007E5B4A"/>
    <w:rsid w:val="007E7483"/>
    <w:rsid w:val="007F2A8F"/>
    <w:rsid w:val="007F6D7F"/>
    <w:rsid w:val="007F754F"/>
    <w:rsid w:val="0080113D"/>
    <w:rsid w:val="00802850"/>
    <w:rsid w:val="00802E94"/>
    <w:rsid w:val="00810993"/>
    <w:rsid w:val="00813D04"/>
    <w:rsid w:val="008169C0"/>
    <w:rsid w:val="0081776E"/>
    <w:rsid w:val="00820B6E"/>
    <w:rsid w:val="00821743"/>
    <w:rsid w:val="008250DD"/>
    <w:rsid w:val="00825E1E"/>
    <w:rsid w:val="00826FC5"/>
    <w:rsid w:val="00832843"/>
    <w:rsid w:val="00834D77"/>
    <w:rsid w:val="00835003"/>
    <w:rsid w:val="0084241C"/>
    <w:rsid w:val="00850B3F"/>
    <w:rsid w:val="00853F1B"/>
    <w:rsid w:val="0085458E"/>
    <w:rsid w:val="00855D9B"/>
    <w:rsid w:val="00856A60"/>
    <w:rsid w:val="00856FA8"/>
    <w:rsid w:val="00857CF8"/>
    <w:rsid w:val="0086139D"/>
    <w:rsid w:val="00862EAE"/>
    <w:rsid w:val="008651DD"/>
    <w:rsid w:val="00865286"/>
    <w:rsid w:val="0086557A"/>
    <w:rsid w:val="00866A0B"/>
    <w:rsid w:val="008673FA"/>
    <w:rsid w:val="00870B08"/>
    <w:rsid w:val="00871D80"/>
    <w:rsid w:val="008721C9"/>
    <w:rsid w:val="008754FA"/>
    <w:rsid w:val="00875645"/>
    <w:rsid w:val="008773D6"/>
    <w:rsid w:val="008828B3"/>
    <w:rsid w:val="00882FEF"/>
    <w:rsid w:val="0088637A"/>
    <w:rsid w:val="00887D56"/>
    <w:rsid w:val="00891102"/>
    <w:rsid w:val="0089603F"/>
    <w:rsid w:val="0089685E"/>
    <w:rsid w:val="008A1887"/>
    <w:rsid w:val="008A7772"/>
    <w:rsid w:val="008A7D29"/>
    <w:rsid w:val="008B2042"/>
    <w:rsid w:val="008B6713"/>
    <w:rsid w:val="008B70A5"/>
    <w:rsid w:val="008C0CA4"/>
    <w:rsid w:val="008C16AC"/>
    <w:rsid w:val="008C17A8"/>
    <w:rsid w:val="008C3520"/>
    <w:rsid w:val="008C70E9"/>
    <w:rsid w:val="008C7B34"/>
    <w:rsid w:val="008D0F42"/>
    <w:rsid w:val="008D7C6E"/>
    <w:rsid w:val="008E02BD"/>
    <w:rsid w:val="008E1337"/>
    <w:rsid w:val="008E6880"/>
    <w:rsid w:val="008F02AC"/>
    <w:rsid w:val="008F2458"/>
    <w:rsid w:val="008F2B67"/>
    <w:rsid w:val="008F370A"/>
    <w:rsid w:val="008F4E1B"/>
    <w:rsid w:val="008F66DF"/>
    <w:rsid w:val="008F7F7D"/>
    <w:rsid w:val="009002E0"/>
    <w:rsid w:val="009119A2"/>
    <w:rsid w:val="0091267F"/>
    <w:rsid w:val="00912F61"/>
    <w:rsid w:val="00913F14"/>
    <w:rsid w:val="00915393"/>
    <w:rsid w:val="00916E21"/>
    <w:rsid w:val="0092187C"/>
    <w:rsid w:val="00930194"/>
    <w:rsid w:val="00931FC7"/>
    <w:rsid w:val="00932AE4"/>
    <w:rsid w:val="00933FD5"/>
    <w:rsid w:val="00936CF9"/>
    <w:rsid w:val="00937544"/>
    <w:rsid w:val="0094041E"/>
    <w:rsid w:val="00940A08"/>
    <w:rsid w:val="0094734B"/>
    <w:rsid w:val="009502C5"/>
    <w:rsid w:val="00950376"/>
    <w:rsid w:val="0095423B"/>
    <w:rsid w:val="0096023B"/>
    <w:rsid w:val="00962469"/>
    <w:rsid w:val="00962BCA"/>
    <w:rsid w:val="009633AC"/>
    <w:rsid w:val="00963AAF"/>
    <w:rsid w:val="00963CA0"/>
    <w:rsid w:val="00964A1B"/>
    <w:rsid w:val="00964C0C"/>
    <w:rsid w:val="00966477"/>
    <w:rsid w:val="0096776A"/>
    <w:rsid w:val="0097360E"/>
    <w:rsid w:val="0097585F"/>
    <w:rsid w:val="00975BBA"/>
    <w:rsid w:val="009766A7"/>
    <w:rsid w:val="00981516"/>
    <w:rsid w:val="00982DCC"/>
    <w:rsid w:val="0098307C"/>
    <w:rsid w:val="00984656"/>
    <w:rsid w:val="009872A1"/>
    <w:rsid w:val="00987738"/>
    <w:rsid w:val="009910C9"/>
    <w:rsid w:val="00994C9F"/>
    <w:rsid w:val="0099657E"/>
    <w:rsid w:val="009A029C"/>
    <w:rsid w:val="009A2F82"/>
    <w:rsid w:val="009A499F"/>
    <w:rsid w:val="009A5312"/>
    <w:rsid w:val="009A6D59"/>
    <w:rsid w:val="009B1E4B"/>
    <w:rsid w:val="009B3C42"/>
    <w:rsid w:val="009B5247"/>
    <w:rsid w:val="009B6A7A"/>
    <w:rsid w:val="009B758C"/>
    <w:rsid w:val="009C0C29"/>
    <w:rsid w:val="009C10BE"/>
    <w:rsid w:val="009C7EF9"/>
    <w:rsid w:val="009D18FB"/>
    <w:rsid w:val="009D3D6F"/>
    <w:rsid w:val="009D52D4"/>
    <w:rsid w:val="009D7430"/>
    <w:rsid w:val="009D7EAC"/>
    <w:rsid w:val="009E1330"/>
    <w:rsid w:val="009E20C7"/>
    <w:rsid w:val="009F158A"/>
    <w:rsid w:val="009F1881"/>
    <w:rsid w:val="009F35D7"/>
    <w:rsid w:val="009F5CA0"/>
    <w:rsid w:val="00A01CF8"/>
    <w:rsid w:val="00A0385B"/>
    <w:rsid w:val="00A06109"/>
    <w:rsid w:val="00A10EAD"/>
    <w:rsid w:val="00A1329E"/>
    <w:rsid w:val="00A14EAC"/>
    <w:rsid w:val="00A1572D"/>
    <w:rsid w:val="00A15DB2"/>
    <w:rsid w:val="00A160E7"/>
    <w:rsid w:val="00A17A84"/>
    <w:rsid w:val="00A23CDC"/>
    <w:rsid w:val="00A248EF"/>
    <w:rsid w:val="00A26314"/>
    <w:rsid w:val="00A27EEA"/>
    <w:rsid w:val="00A30632"/>
    <w:rsid w:val="00A31E2B"/>
    <w:rsid w:val="00A35AB6"/>
    <w:rsid w:val="00A36741"/>
    <w:rsid w:val="00A3700D"/>
    <w:rsid w:val="00A37323"/>
    <w:rsid w:val="00A37E24"/>
    <w:rsid w:val="00A40C2B"/>
    <w:rsid w:val="00A42EF7"/>
    <w:rsid w:val="00A4317D"/>
    <w:rsid w:val="00A450DB"/>
    <w:rsid w:val="00A5074F"/>
    <w:rsid w:val="00A64EE2"/>
    <w:rsid w:val="00A6698C"/>
    <w:rsid w:val="00A71AA7"/>
    <w:rsid w:val="00A71C2D"/>
    <w:rsid w:val="00A722C1"/>
    <w:rsid w:val="00A75D73"/>
    <w:rsid w:val="00A80A27"/>
    <w:rsid w:val="00A82606"/>
    <w:rsid w:val="00A83000"/>
    <w:rsid w:val="00A844B8"/>
    <w:rsid w:val="00A857B3"/>
    <w:rsid w:val="00A859C3"/>
    <w:rsid w:val="00A90651"/>
    <w:rsid w:val="00A906EE"/>
    <w:rsid w:val="00A92935"/>
    <w:rsid w:val="00AA1026"/>
    <w:rsid w:val="00AA2225"/>
    <w:rsid w:val="00AA4BBD"/>
    <w:rsid w:val="00AB2A70"/>
    <w:rsid w:val="00AB30A4"/>
    <w:rsid w:val="00AB691C"/>
    <w:rsid w:val="00AB6C1D"/>
    <w:rsid w:val="00AB72D5"/>
    <w:rsid w:val="00AB7919"/>
    <w:rsid w:val="00AC2BEA"/>
    <w:rsid w:val="00AC4CA9"/>
    <w:rsid w:val="00AC6687"/>
    <w:rsid w:val="00AD1F5B"/>
    <w:rsid w:val="00AD325D"/>
    <w:rsid w:val="00AD618D"/>
    <w:rsid w:val="00AE0FF6"/>
    <w:rsid w:val="00AE1FEB"/>
    <w:rsid w:val="00AE2327"/>
    <w:rsid w:val="00AE3023"/>
    <w:rsid w:val="00AE3BD9"/>
    <w:rsid w:val="00AE43E8"/>
    <w:rsid w:val="00AE4AAF"/>
    <w:rsid w:val="00AE5F66"/>
    <w:rsid w:val="00AE7ECE"/>
    <w:rsid w:val="00AE7F26"/>
    <w:rsid w:val="00AF4BF7"/>
    <w:rsid w:val="00AF5D08"/>
    <w:rsid w:val="00AF647B"/>
    <w:rsid w:val="00B005E3"/>
    <w:rsid w:val="00B03108"/>
    <w:rsid w:val="00B0412C"/>
    <w:rsid w:val="00B05020"/>
    <w:rsid w:val="00B1263F"/>
    <w:rsid w:val="00B149F2"/>
    <w:rsid w:val="00B15D23"/>
    <w:rsid w:val="00B16BF7"/>
    <w:rsid w:val="00B2250A"/>
    <w:rsid w:val="00B24971"/>
    <w:rsid w:val="00B256CC"/>
    <w:rsid w:val="00B26148"/>
    <w:rsid w:val="00B2797F"/>
    <w:rsid w:val="00B31535"/>
    <w:rsid w:val="00B31B95"/>
    <w:rsid w:val="00B336D0"/>
    <w:rsid w:val="00B4013D"/>
    <w:rsid w:val="00B412F9"/>
    <w:rsid w:val="00B4193C"/>
    <w:rsid w:val="00B44563"/>
    <w:rsid w:val="00B459CB"/>
    <w:rsid w:val="00B45FDB"/>
    <w:rsid w:val="00B46E9B"/>
    <w:rsid w:val="00B50A5F"/>
    <w:rsid w:val="00B576C0"/>
    <w:rsid w:val="00B578D0"/>
    <w:rsid w:val="00B61223"/>
    <w:rsid w:val="00B63257"/>
    <w:rsid w:val="00B655DF"/>
    <w:rsid w:val="00B6764E"/>
    <w:rsid w:val="00B72230"/>
    <w:rsid w:val="00B72CDB"/>
    <w:rsid w:val="00B73ADC"/>
    <w:rsid w:val="00B804D8"/>
    <w:rsid w:val="00B8073B"/>
    <w:rsid w:val="00B809D4"/>
    <w:rsid w:val="00B81BE2"/>
    <w:rsid w:val="00B8740A"/>
    <w:rsid w:val="00B8768F"/>
    <w:rsid w:val="00B903CC"/>
    <w:rsid w:val="00B91A37"/>
    <w:rsid w:val="00B96CD3"/>
    <w:rsid w:val="00B97875"/>
    <w:rsid w:val="00B979A7"/>
    <w:rsid w:val="00BA18D0"/>
    <w:rsid w:val="00BA1E39"/>
    <w:rsid w:val="00BA5C6A"/>
    <w:rsid w:val="00BA74A0"/>
    <w:rsid w:val="00BB4560"/>
    <w:rsid w:val="00BB575F"/>
    <w:rsid w:val="00BB6B5F"/>
    <w:rsid w:val="00BB7649"/>
    <w:rsid w:val="00BB7F2B"/>
    <w:rsid w:val="00BC25B8"/>
    <w:rsid w:val="00BD0A17"/>
    <w:rsid w:val="00BD100F"/>
    <w:rsid w:val="00BD2845"/>
    <w:rsid w:val="00BD3C5D"/>
    <w:rsid w:val="00BD4501"/>
    <w:rsid w:val="00BD52FE"/>
    <w:rsid w:val="00BD60E7"/>
    <w:rsid w:val="00BE2CAD"/>
    <w:rsid w:val="00BE4233"/>
    <w:rsid w:val="00BE503E"/>
    <w:rsid w:val="00BE7022"/>
    <w:rsid w:val="00BF3165"/>
    <w:rsid w:val="00BF3E92"/>
    <w:rsid w:val="00C04CFD"/>
    <w:rsid w:val="00C0552D"/>
    <w:rsid w:val="00C05ED1"/>
    <w:rsid w:val="00C0605E"/>
    <w:rsid w:val="00C065BF"/>
    <w:rsid w:val="00C06949"/>
    <w:rsid w:val="00C118F6"/>
    <w:rsid w:val="00C11E11"/>
    <w:rsid w:val="00C14CC4"/>
    <w:rsid w:val="00C16910"/>
    <w:rsid w:val="00C1698B"/>
    <w:rsid w:val="00C1700C"/>
    <w:rsid w:val="00C1783B"/>
    <w:rsid w:val="00C21453"/>
    <w:rsid w:val="00C2238E"/>
    <w:rsid w:val="00C24297"/>
    <w:rsid w:val="00C24EB4"/>
    <w:rsid w:val="00C3259A"/>
    <w:rsid w:val="00C3599A"/>
    <w:rsid w:val="00C36027"/>
    <w:rsid w:val="00C422B2"/>
    <w:rsid w:val="00C4273D"/>
    <w:rsid w:val="00C44352"/>
    <w:rsid w:val="00C45E6B"/>
    <w:rsid w:val="00C46763"/>
    <w:rsid w:val="00C51E71"/>
    <w:rsid w:val="00C55A65"/>
    <w:rsid w:val="00C56635"/>
    <w:rsid w:val="00C602F0"/>
    <w:rsid w:val="00C63CF1"/>
    <w:rsid w:val="00C6797B"/>
    <w:rsid w:val="00C67DFA"/>
    <w:rsid w:val="00C728B2"/>
    <w:rsid w:val="00C73FA2"/>
    <w:rsid w:val="00C746EF"/>
    <w:rsid w:val="00C76B77"/>
    <w:rsid w:val="00C80E11"/>
    <w:rsid w:val="00C81975"/>
    <w:rsid w:val="00C827DD"/>
    <w:rsid w:val="00C84245"/>
    <w:rsid w:val="00C903B7"/>
    <w:rsid w:val="00C9056E"/>
    <w:rsid w:val="00C91CAD"/>
    <w:rsid w:val="00C93239"/>
    <w:rsid w:val="00C951F7"/>
    <w:rsid w:val="00C9623B"/>
    <w:rsid w:val="00C962EF"/>
    <w:rsid w:val="00C962FD"/>
    <w:rsid w:val="00CA4051"/>
    <w:rsid w:val="00CA5EE6"/>
    <w:rsid w:val="00CA664D"/>
    <w:rsid w:val="00CA722B"/>
    <w:rsid w:val="00CB073D"/>
    <w:rsid w:val="00CB12A8"/>
    <w:rsid w:val="00CB445B"/>
    <w:rsid w:val="00CC1FD9"/>
    <w:rsid w:val="00CC3CA1"/>
    <w:rsid w:val="00CC5CB0"/>
    <w:rsid w:val="00CC7346"/>
    <w:rsid w:val="00CC7878"/>
    <w:rsid w:val="00CD03C9"/>
    <w:rsid w:val="00CD1B8C"/>
    <w:rsid w:val="00CD26F9"/>
    <w:rsid w:val="00CD2824"/>
    <w:rsid w:val="00CD3926"/>
    <w:rsid w:val="00CD4F5F"/>
    <w:rsid w:val="00CD5F44"/>
    <w:rsid w:val="00CD757D"/>
    <w:rsid w:val="00CE03F4"/>
    <w:rsid w:val="00CE1C88"/>
    <w:rsid w:val="00CE2439"/>
    <w:rsid w:val="00CE4811"/>
    <w:rsid w:val="00CF0927"/>
    <w:rsid w:val="00CF1219"/>
    <w:rsid w:val="00CF1B2F"/>
    <w:rsid w:val="00CF2BEA"/>
    <w:rsid w:val="00CF2D05"/>
    <w:rsid w:val="00CF2F50"/>
    <w:rsid w:val="00CF3D59"/>
    <w:rsid w:val="00CF6C17"/>
    <w:rsid w:val="00D01502"/>
    <w:rsid w:val="00D02083"/>
    <w:rsid w:val="00D02BB2"/>
    <w:rsid w:val="00D04C01"/>
    <w:rsid w:val="00D0529A"/>
    <w:rsid w:val="00D06C3D"/>
    <w:rsid w:val="00D16766"/>
    <w:rsid w:val="00D178B6"/>
    <w:rsid w:val="00D211FD"/>
    <w:rsid w:val="00D33DD8"/>
    <w:rsid w:val="00D367B3"/>
    <w:rsid w:val="00D40C24"/>
    <w:rsid w:val="00D414FE"/>
    <w:rsid w:val="00D41B30"/>
    <w:rsid w:val="00D44418"/>
    <w:rsid w:val="00D52528"/>
    <w:rsid w:val="00D5598F"/>
    <w:rsid w:val="00D55DE5"/>
    <w:rsid w:val="00D62458"/>
    <w:rsid w:val="00D642F4"/>
    <w:rsid w:val="00D65D1A"/>
    <w:rsid w:val="00D67E66"/>
    <w:rsid w:val="00D67ED3"/>
    <w:rsid w:val="00D70656"/>
    <w:rsid w:val="00D71388"/>
    <w:rsid w:val="00D74524"/>
    <w:rsid w:val="00D74B50"/>
    <w:rsid w:val="00D76D17"/>
    <w:rsid w:val="00D76FD1"/>
    <w:rsid w:val="00D771BE"/>
    <w:rsid w:val="00D77428"/>
    <w:rsid w:val="00D825A0"/>
    <w:rsid w:val="00D82E10"/>
    <w:rsid w:val="00D836C2"/>
    <w:rsid w:val="00D83E74"/>
    <w:rsid w:val="00D84302"/>
    <w:rsid w:val="00D9020E"/>
    <w:rsid w:val="00D948B5"/>
    <w:rsid w:val="00D956F4"/>
    <w:rsid w:val="00D97791"/>
    <w:rsid w:val="00DA22C0"/>
    <w:rsid w:val="00DA4B8C"/>
    <w:rsid w:val="00DA78BB"/>
    <w:rsid w:val="00DB0656"/>
    <w:rsid w:val="00DB0B69"/>
    <w:rsid w:val="00DB1F0F"/>
    <w:rsid w:val="00DB4808"/>
    <w:rsid w:val="00DB4EC8"/>
    <w:rsid w:val="00DB4FF6"/>
    <w:rsid w:val="00DC249A"/>
    <w:rsid w:val="00DC4E63"/>
    <w:rsid w:val="00DD47D5"/>
    <w:rsid w:val="00DD6BAE"/>
    <w:rsid w:val="00DE24C7"/>
    <w:rsid w:val="00DE30A9"/>
    <w:rsid w:val="00DE6BEF"/>
    <w:rsid w:val="00DE7A82"/>
    <w:rsid w:val="00DF096F"/>
    <w:rsid w:val="00DF49BF"/>
    <w:rsid w:val="00DF68EC"/>
    <w:rsid w:val="00DF7E7E"/>
    <w:rsid w:val="00E028F8"/>
    <w:rsid w:val="00E03783"/>
    <w:rsid w:val="00E040E4"/>
    <w:rsid w:val="00E06E97"/>
    <w:rsid w:val="00E109DA"/>
    <w:rsid w:val="00E136F3"/>
    <w:rsid w:val="00E13EA9"/>
    <w:rsid w:val="00E304B9"/>
    <w:rsid w:val="00E3377E"/>
    <w:rsid w:val="00E34E44"/>
    <w:rsid w:val="00E3519D"/>
    <w:rsid w:val="00E40134"/>
    <w:rsid w:val="00E43C39"/>
    <w:rsid w:val="00E45622"/>
    <w:rsid w:val="00E52948"/>
    <w:rsid w:val="00E53DCC"/>
    <w:rsid w:val="00E557CD"/>
    <w:rsid w:val="00E57120"/>
    <w:rsid w:val="00E62828"/>
    <w:rsid w:val="00E65C82"/>
    <w:rsid w:val="00E76103"/>
    <w:rsid w:val="00E81863"/>
    <w:rsid w:val="00E81AC7"/>
    <w:rsid w:val="00E85967"/>
    <w:rsid w:val="00E873B3"/>
    <w:rsid w:val="00E91705"/>
    <w:rsid w:val="00E950E2"/>
    <w:rsid w:val="00E96BE4"/>
    <w:rsid w:val="00E97457"/>
    <w:rsid w:val="00E97EC5"/>
    <w:rsid w:val="00EA0843"/>
    <w:rsid w:val="00EA2307"/>
    <w:rsid w:val="00EB2442"/>
    <w:rsid w:val="00EB2C83"/>
    <w:rsid w:val="00EB70B6"/>
    <w:rsid w:val="00EC153A"/>
    <w:rsid w:val="00EC20B5"/>
    <w:rsid w:val="00EC3D37"/>
    <w:rsid w:val="00ED0C93"/>
    <w:rsid w:val="00ED2876"/>
    <w:rsid w:val="00ED392E"/>
    <w:rsid w:val="00ED6C2A"/>
    <w:rsid w:val="00ED73C6"/>
    <w:rsid w:val="00EE2893"/>
    <w:rsid w:val="00EE4F6A"/>
    <w:rsid w:val="00EE54B8"/>
    <w:rsid w:val="00EE64C1"/>
    <w:rsid w:val="00EF1192"/>
    <w:rsid w:val="00EF6BED"/>
    <w:rsid w:val="00EF70DD"/>
    <w:rsid w:val="00F00EF8"/>
    <w:rsid w:val="00F02458"/>
    <w:rsid w:val="00F05C6E"/>
    <w:rsid w:val="00F063B5"/>
    <w:rsid w:val="00F12042"/>
    <w:rsid w:val="00F127DD"/>
    <w:rsid w:val="00F15B8D"/>
    <w:rsid w:val="00F17779"/>
    <w:rsid w:val="00F2191D"/>
    <w:rsid w:val="00F22157"/>
    <w:rsid w:val="00F24233"/>
    <w:rsid w:val="00F243CC"/>
    <w:rsid w:val="00F255C1"/>
    <w:rsid w:val="00F27D04"/>
    <w:rsid w:val="00F316F2"/>
    <w:rsid w:val="00F31EEA"/>
    <w:rsid w:val="00F33D57"/>
    <w:rsid w:val="00F370C9"/>
    <w:rsid w:val="00F404C8"/>
    <w:rsid w:val="00F41CCA"/>
    <w:rsid w:val="00F43293"/>
    <w:rsid w:val="00F454F1"/>
    <w:rsid w:val="00F4723C"/>
    <w:rsid w:val="00F513C0"/>
    <w:rsid w:val="00F530AF"/>
    <w:rsid w:val="00F534FC"/>
    <w:rsid w:val="00F54B4D"/>
    <w:rsid w:val="00F56829"/>
    <w:rsid w:val="00F650C3"/>
    <w:rsid w:val="00F659EB"/>
    <w:rsid w:val="00F66485"/>
    <w:rsid w:val="00F6680F"/>
    <w:rsid w:val="00F673B5"/>
    <w:rsid w:val="00F7438F"/>
    <w:rsid w:val="00F74567"/>
    <w:rsid w:val="00F77FC4"/>
    <w:rsid w:val="00F82B26"/>
    <w:rsid w:val="00F83429"/>
    <w:rsid w:val="00F841AF"/>
    <w:rsid w:val="00F879B0"/>
    <w:rsid w:val="00F9043E"/>
    <w:rsid w:val="00F912F8"/>
    <w:rsid w:val="00F9184F"/>
    <w:rsid w:val="00F948F9"/>
    <w:rsid w:val="00F94A54"/>
    <w:rsid w:val="00F9560D"/>
    <w:rsid w:val="00FA19FD"/>
    <w:rsid w:val="00FA25CF"/>
    <w:rsid w:val="00FA2BA6"/>
    <w:rsid w:val="00FA3949"/>
    <w:rsid w:val="00FA6941"/>
    <w:rsid w:val="00FA7752"/>
    <w:rsid w:val="00FB0A3A"/>
    <w:rsid w:val="00FB6158"/>
    <w:rsid w:val="00FC1D13"/>
    <w:rsid w:val="00FC2625"/>
    <w:rsid w:val="00FC2FE2"/>
    <w:rsid w:val="00FC31F9"/>
    <w:rsid w:val="00FC32DB"/>
    <w:rsid w:val="00FC5EE2"/>
    <w:rsid w:val="00FD18AE"/>
    <w:rsid w:val="00FD1DB9"/>
    <w:rsid w:val="00FD3AEB"/>
    <w:rsid w:val="00FD47CB"/>
    <w:rsid w:val="00FD5CA0"/>
    <w:rsid w:val="00FD75E2"/>
    <w:rsid w:val="00FD7C82"/>
    <w:rsid w:val="00FE46AB"/>
    <w:rsid w:val="00FE4CAC"/>
    <w:rsid w:val="00FF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BF581D-D7AF-4D16-AE89-C92ED167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8"/>
        <w:szCs w:val="24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E6B"/>
    <w:pPr>
      <w:widowControl w:val="0"/>
    </w:pPr>
  </w:style>
  <w:style w:type="paragraph" w:styleId="Heading1">
    <w:name w:val="heading 1"/>
    <w:basedOn w:val="Normal"/>
    <w:next w:val="Normal"/>
    <w:qFormat/>
    <w:rsid w:val="00CA5EE6"/>
    <w:pPr>
      <w:keepNext/>
      <w:numPr>
        <w:numId w:val="17"/>
      </w:numPr>
      <w:spacing w:before="240" w:after="120"/>
      <w:outlineLvl w:val="0"/>
    </w:pPr>
    <w:rPr>
      <w:snapToGrid w:val="0"/>
      <w:color w:val="000000"/>
    </w:rPr>
  </w:style>
  <w:style w:type="paragraph" w:styleId="Heading2">
    <w:name w:val="heading 2"/>
    <w:basedOn w:val="Normal"/>
    <w:next w:val="Normal"/>
    <w:qFormat/>
    <w:rsid w:val="00CA5EE6"/>
    <w:pPr>
      <w:keepNext/>
      <w:numPr>
        <w:ilvl w:val="1"/>
        <w:numId w:val="21"/>
      </w:numPr>
      <w:tabs>
        <w:tab w:val="left" w:pos="7920"/>
      </w:tabs>
      <w:spacing w:before="240" w:after="120"/>
      <w:outlineLvl w:val="1"/>
    </w:pPr>
    <w:rPr>
      <w:rFonts w:cs="Arial"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CA5EE6"/>
    <w:pPr>
      <w:keepNext/>
      <w:numPr>
        <w:ilvl w:val="2"/>
        <w:numId w:val="21"/>
      </w:numPr>
      <w:spacing w:before="240" w:after="12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CA5EE6"/>
    <w:pPr>
      <w:keepNext/>
      <w:numPr>
        <w:ilvl w:val="3"/>
        <w:numId w:val="21"/>
      </w:numPr>
      <w:spacing w:before="240" w:after="12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CA5EE6"/>
    <w:pPr>
      <w:numPr>
        <w:ilvl w:val="4"/>
        <w:numId w:val="21"/>
      </w:numPr>
      <w:spacing w:before="240" w:after="12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1E93"/>
    <w:pPr>
      <w:pBdr>
        <w:top w:val="single" w:sz="6" w:space="1" w:color="808080"/>
      </w:pBdr>
      <w:tabs>
        <w:tab w:val="center" w:pos="4819"/>
        <w:tab w:val="right" w:pos="8222"/>
        <w:tab w:val="right" w:pos="9638"/>
      </w:tabs>
      <w:jc w:val="right"/>
    </w:pPr>
    <w:rPr>
      <w:color w:val="333333"/>
      <w:sz w:val="16"/>
    </w:rPr>
  </w:style>
  <w:style w:type="paragraph" w:styleId="Header">
    <w:name w:val="header"/>
    <w:basedOn w:val="Normal"/>
    <w:rsid w:val="006E7852"/>
    <w:pPr>
      <w:tabs>
        <w:tab w:val="center" w:pos="4819"/>
        <w:tab w:val="right" w:pos="9638"/>
      </w:tabs>
      <w:jc w:val="center"/>
    </w:pPr>
  </w:style>
  <w:style w:type="paragraph" w:customStyle="1" w:styleId="Litteraturunderpkt">
    <w:name w:val="Litteratur underpkt"/>
    <w:basedOn w:val="Normal"/>
    <w:autoRedefine/>
    <w:semiHidden/>
    <w:rsid w:val="006C5B99"/>
    <w:pPr>
      <w:keepNext/>
      <w:spacing w:line="360" w:lineRule="auto"/>
    </w:pPr>
    <w:rPr>
      <w:szCs w:val="20"/>
    </w:rPr>
  </w:style>
  <w:style w:type="paragraph" w:customStyle="1" w:styleId="Litteraturtitel">
    <w:name w:val="Litteraturtitel"/>
    <w:basedOn w:val="Normal"/>
    <w:autoRedefine/>
    <w:semiHidden/>
    <w:rsid w:val="006C5B99"/>
    <w:pPr>
      <w:keepNext/>
      <w:spacing w:line="360" w:lineRule="auto"/>
      <w:jc w:val="both"/>
    </w:pPr>
    <w:rPr>
      <w:i/>
      <w:szCs w:val="20"/>
    </w:rPr>
  </w:style>
  <w:style w:type="table" w:styleId="TableGrid">
    <w:name w:val="Table Grid"/>
    <w:basedOn w:val="TableNormal"/>
    <w:rsid w:val="006C5B99"/>
    <w:pPr>
      <w:keepNext/>
      <w:tabs>
        <w:tab w:val="left" w:pos="7920"/>
      </w:tabs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nummererettypografi">
    <w:name w:val="2. nummereret typografi"/>
    <w:basedOn w:val="NoList"/>
    <w:semiHidden/>
    <w:rsid w:val="006C5B99"/>
    <w:pPr>
      <w:numPr>
        <w:numId w:val="1"/>
      </w:numPr>
    </w:pPr>
  </w:style>
  <w:style w:type="paragraph" w:styleId="TOCHeading">
    <w:name w:val="TOC Heading"/>
    <w:basedOn w:val="Normal"/>
    <w:next w:val="Normal"/>
    <w:qFormat/>
    <w:rsid w:val="00CA5EE6"/>
    <w:pPr>
      <w:spacing w:before="240" w:after="120"/>
      <w:jc w:val="center"/>
    </w:pPr>
  </w:style>
  <w:style w:type="character" w:styleId="Hyperlink">
    <w:name w:val="Hyperlink"/>
    <w:basedOn w:val="DefaultParagraphFont"/>
    <w:rsid w:val="00CD1B8C"/>
    <w:rPr>
      <w:rFonts w:ascii="Tahoma" w:hAnsi="Tahoma"/>
      <w:color w:val="auto"/>
      <w:u w:val="single"/>
    </w:rPr>
  </w:style>
  <w:style w:type="paragraph" w:customStyle="1" w:styleId="normalfed">
    <w:name w:val="normal fed"/>
    <w:basedOn w:val="Normal"/>
    <w:next w:val="Normal"/>
    <w:rsid w:val="000B3136"/>
    <w:rPr>
      <w:b/>
    </w:rPr>
  </w:style>
  <w:style w:type="paragraph" w:customStyle="1" w:styleId="AGLodspligt">
    <w:name w:val="AG Lodspligt"/>
    <w:basedOn w:val="Header"/>
    <w:autoRedefine/>
    <w:semiHidden/>
    <w:rsid w:val="00B72CDB"/>
    <w:rPr>
      <w:smallCaps/>
      <w:color w:val="003366"/>
      <w:spacing w:val="20"/>
      <w:szCs w:val="26"/>
    </w:rPr>
  </w:style>
  <w:style w:type="paragraph" w:styleId="FootnoteText">
    <w:name w:val="footnote text"/>
    <w:basedOn w:val="Normal"/>
    <w:autoRedefine/>
    <w:semiHidden/>
    <w:rsid w:val="006E7852"/>
    <w:rPr>
      <w:szCs w:val="20"/>
    </w:rPr>
  </w:style>
  <w:style w:type="paragraph" w:customStyle="1" w:styleId="Normalkursiv">
    <w:name w:val="Normal kursiv"/>
    <w:basedOn w:val="Normal"/>
    <w:rsid w:val="00EF1192"/>
    <w:rPr>
      <w:i/>
    </w:rPr>
  </w:style>
  <w:style w:type="paragraph" w:customStyle="1" w:styleId="Normalpunktopstilling">
    <w:name w:val="Normal punktopstilling"/>
    <w:basedOn w:val="Normal"/>
    <w:rsid w:val="00277593"/>
    <w:pPr>
      <w:numPr>
        <w:numId w:val="4"/>
      </w:numPr>
    </w:pPr>
  </w:style>
  <w:style w:type="character" w:styleId="FollowedHyperlink">
    <w:name w:val="FollowedHyperlink"/>
    <w:basedOn w:val="DefaultParagraphFont"/>
    <w:semiHidden/>
    <w:rsid w:val="00CA5EE6"/>
    <w:rPr>
      <w:rFonts w:ascii="Tahoma" w:hAnsi="Tahoma"/>
      <w:color w:val="800080"/>
      <w:u w:val="single"/>
    </w:rPr>
  </w:style>
  <w:style w:type="paragraph" w:styleId="NormalWeb">
    <w:name w:val="Normal (Web)"/>
    <w:basedOn w:val="Normal"/>
    <w:autoRedefine/>
    <w:semiHidden/>
    <w:rsid w:val="00CA5EE6"/>
    <w:rPr>
      <w:sz w:val="24"/>
    </w:rPr>
  </w:style>
  <w:style w:type="paragraph" w:styleId="EnvelopeAddress">
    <w:name w:val="envelope address"/>
    <w:basedOn w:val="Normal"/>
    <w:autoRedefine/>
    <w:semiHidden/>
    <w:rsid w:val="00CA5EE6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  <w:rsid w:val="00CA5EE6"/>
    <w:rPr>
      <w:rFonts w:ascii="Tahoma" w:hAnsi="Tahoma"/>
    </w:rPr>
  </w:style>
  <w:style w:type="character" w:customStyle="1" w:styleId="FooterChar">
    <w:name w:val="Footer Char"/>
    <w:basedOn w:val="DefaultParagraphFont"/>
    <w:link w:val="Footer"/>
    <w:uiPriority w:val="99"/>
    <w:rsid w:val="0051203A"/>
    <w:rPr>
      <w:rFonts w:ascii="Tahoma" w:hAnsi="Tahoma"/>
      <w:color w:val="333333"/>
      <w:sz w:val="16"/>
      <w:szCs w:val="24"/>
    </w:rPr>
  </w:style>
  <w:style w:type="paragraph" w:styleId="ListParagraph">
    <w:name w:val="List Paragraph"/>
    <w:basedOn w:val="Normal"/>
    <w:uiPriority w:val="34"/>
    <w:qFormat/>
    <w:rsid w:val="00862EA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4408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408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91C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CAD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C91CAD"/>
    <w:rPr>
      <w:rFonts w:ascii="Tahoma" w:hAnsi="Tahoma"/>
    </w:rPr>
  </w:style>
  <w:style w:type="paragraph" w:styleId="CommentSubject">
    <w:name w:val="annotation subject"/>
    <w:basedOn w:val="CommentText"/>
    <w:next w:val="CommentText"/>
    <w:link w:val="CommentSubjectChar"/>
    <w:rsid w:val="00C91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CAD"/>
    <w:rPr>
      <w:rFonts w:ascii="Tahoma" w:hAnsi="Tahoma"/>
      <w:b/>
      <w:bCs/>
    </w:rPr>
  </w:style>
  <w:style w:type="character" w:styleId="FootnoteReference">
    <w:name w:val="footnote reference"/>
    <w:basedOn w:val="DefaultParagraphFont"/>
    <w:rsid w:val="00D948B5"/>
    <w:rPr>
      <w:vertAlign w:val="superscript"/>
    </w:rPr>
  </w:style>
  <w:style w:type="character" w:styleId="Emphasis">
    <w:name w:val="Emphasis"/>
    <w:basedOn w:val="DefaultParagraphFont"/>
    <w:qFormat/>
    <w:rsid w:val="00ED6C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ivate\IALA\IALA%20ENG%20Committee\ENG5_ENG6%20Intersessional%20Work\Questionnaire%20Retroreflective%20Material\Questionnaire%20on%20use%20of%20Retroreflective%20Material%20for%20Aids%20to%20Navigation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7a583c-05fe-4683-966f-4253b2f8f2a0">C7ZY5UK4RJFU-423-771</_dlc_DocId>
    <_dlc_DocIdUrl xmlns="617a583c-05fe-4683-966f-4253b2f8f2a0">
      <Url>http://intranet.dma.dk/Afdelinger/FAN/_layouts/DocIdRedir.aspx?ID=C7ZY5UK4RJFU-423-771</Url>
      <Description>C7ZY5UK4RJFU-423-771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B03AC85C1E8B4985013C7D0C374A1D" ma:contentTypeVersion="2" ma:contentTypeDescription="Opret et nyt dokument." ma:contentTypeScope="" ma:versionID="e63d5fb749a4117d8dbb1e682c717d30">
  <xsd:schema xmlns:xsd="http://www.w3.org/2001/XMLSchema" xmlns:xs="http://www.w3.org/2001/XMLSchema" xmlns:p="http://schemas.microsoft.com/office/2006/metadata/properties" xmlns:ns2="617a583c-05fe-4683-966f-4253b2f8f2a0" targetNamespace="http://schemas.microsoft.com/office/2006/metadata/properties" ma:root="true" ma:fieldsID="4adab6bc23ae391a364405477263d3b0" ns2:_="">
    <xsd:import namespace="617a583c-05fe-4683-966f-4253b2f8f2a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a583c-05fe-4683-966f-4253b2f8f2a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3E0BA-7FFF-4056-8412-3489DBC4DAE6}">
  <ds:schemaRefs>
    <ds:schemaRef ds:uri="http://schemas.microsoft.com/office/2006/metadata/properties"/>
    <ds:schemaRef ds:uri="http://schemas.microsoft.com/office/infopath/2007/PartnerControls"/>
    <ds:schemaRef ds:uri="617a583c-05fe-4683-966f-4253b2f8f2a0"/>
  </ds:schemaRefs>
</ds:datastoreItem>
</file>

<file path=customXml/itemProps2.xml><?xml version="1.0" encoding="utf-8"?>
<ds:datastoreItem xmlns:ds="http://schemas.openxmlformats.org/officeDocument/2006/customXml" ds:itemID="{1E25825A-DA62-413B-A13A-067108396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66772-90D5-48B1-879F-E9B36AB51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a583c-05fe-4683-966f-4253b2f8f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244F5F-3EB9-4E2D-B5D7-1C784BA2D5C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987DDE0-CFD4-442D-9EFD-4A52468B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Questionnaire on use of Retroreflective Material for Aids to Navigation.dotx</Template>
  <TotalTime>11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Farvandsvæsenet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Jørgen Steen Royal Petersen</dc:creator>
  <cp:lastModifiedBy>Seamus Doyle</cp:lastModifiedBy>
  <cp:revision>3</cp:revision>
  <cp:lastPrinted>2017-01-20T10:16:00Z</cp:lastPrinted>
  <dcterms:created xsi:type="dcterms:W3CDTF">2017-02-09T21:29:00Z</dcterms:created>
  <dcterms:modified xsi:type="dcterms:W3CDTF">2017-03-11T08:48:00Z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02a47fcc-2ffc-4a45-90e3-94fe1dd2feb5</vt:lpwstr>
  </property>
  <property fmtid="{D5CDD505-2E9C-101B-9397-08002B2CF9AE}" pid="3" name="ContentTypeId">
    <vt:lpwstr>0x010100ABB03AC85C1E8B4985013C7D0C374A1D</vt:lpwstr>
  </property>
</Properties>
</file>